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DEA87" w14:textId="77777777" w:rsidR="00A53692" w:rsidRPr="00A53692" w:rsidRDefault="00A53692" w:rsidP="00A5369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5369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SARS-CoV-2/human/USA/MN-MDH-2399/2021, complete genome</w:t>
      </w:r>
    </w:p>
    <w:p w14:paraId="09BB0534" w14:textId="77777777" w:rsidR="00A53692" w:rsidRPr="00A53692" w:rsidRDefault="00A53692" w:rsidP="00A536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t>GenBank: MW520923.1</w:t>
      </w:r>
    </w:p>
    <w:p w14:paraId="66C34C4B" w14:textId="77777777" w:rsidR="00A53692" w:rsidRPr="00A53692" w:rsidRDefault="00A53692" w:rsidP="00A536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"https://www.ncbi.nlm.nih.gov/nuccore/MW520923.1?report=fasta" </w:instrText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536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"https://www.ncbi.nlm.nih.gov/nuccore/MW520923.1?report=graph" </w:instrText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536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520923.1"/>
    <w:bookmarkEnd w:id="1"/>
    <w:p w14:paraId="6D52C01F" w14:textId="77777777" w:rsidR="00A53692" w:rsidRPr="00A53692" w:rsidRDefault="00A53692" w:rsidP="00A5369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"https://www.ncbi.nlm.nih.gov/nuccore/MW520923.1" \l "goto1959492885_0" </w:instrText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536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536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AA14E2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LOCUS       MW520923               29819 bp    RNA     linear   VRL 03-NOV-2021</w:t>
      </w:r>
    </w:p>
    <w:p w14:paraId="3940602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75B46E4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SARS-CoV-2/human/USA/MN-MDH-2399/2021, complete genome.</w:t>
      </w:r>
    </w:p>
    <w:p w14:paraId="25F8BFD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ACCESSION   MW520923</w:t>
      </w:r>
    </w:p>
    <w:p w14:paraId="52E5622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VERSION     MW520923.1</w:t>
      </w:r>
    </w:p>
    <w:p w14:paraId="44F3E02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"https://www.ncbi.nlm.nih.gov/bioproject/PRJNA628662"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PRJNA628662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EA9AB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"https://www.ncbi.nlm.nih.gov/biosample/SAMN17576091"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SAMN17576091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3E764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  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purposeofsampling:baselinesurveillance</w:t>
      </w:r>
      <w:proofErr w:type="spellEnd"/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784CA88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FE962E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7845CD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1BEA4F9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06FB2EA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6D390F8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bases 1 to 29819)</w:t>
      </w:r>
    </w:p>
    <w:p w14:paraId="4116D3D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Lorentz,A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Garfin,J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Plumb,M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. and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Wang,X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23C8BDF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72B5ED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(25-JAN-2021) Public Health Laboratory - Infectious</w:t>
      </w:r>
    </w:p>
    <w:p w14:paraId="05E1BF2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Lab, Minnesota Department of Health Infectious Disease</w:t>
      </w:r>
    </w:p>
    <w:p w14:paraId="406F610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Laboratory Submission Group, 601 Robert St. N, St. Paul, MN 55164,</w:t>
      </w:r>
    </w:p>
    <w:p w14:paraId="0BEB5C2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5F3A5C7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520923.1"/>
      <w:bookmarkEnd w:id="2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CFA327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StaPH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-B Toolkit - Monroe v. 1.1.1</w:t>
      </w:r>
    </w:p>
    <w:p w14:paraId="056E2AD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: Illumina</w:t>
      </w:r>
    </w:p>
    <w:p w14:paraId="6E6F25E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90D923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520923.1"/>
      <w:bookmarkEnd w:id="3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8AF21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29819</w:t>
      </w:r>
    </w:p>
    <w:p w14:paraId="51A5C77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5FE27D3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EE9B3E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36A70BA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/isolate="SARS-CoV-2/human/USA/MN-MDH-2399/2021"</w:t>
      </w:r>
    </w:p>
    <w:p w14:paraId="417770C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="nasopharynx"</w:t>
      </w:r>
    </w:p>
    <w:p w14:paraId="1E2EF52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/host="Homo sapiens"</w:t>
      </w:r>
    </w:p>
    <w:p w14:paraId="0A7F0DF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46A24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Minnesota"</w:t>
      </w:r>
    </w:p>
    <w:p w14:paraId="7BCD564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="2021-01-09"</w:t>
      </w:r>
    </w:p>
    <w:p w14:paraId="0F751BF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"https://www.ncbi.nlm.nih.gov/nuccore/MW520923.1?from=230&amp;to=21510"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230..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21510</w:t>
      </w:r>
    </w:p>
    <w:p w14:paraId="1ABDE78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6742D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"https://www.ncbi.nlm.nih.gov/nuccore/MW520923.1?location=230:13423,13423:21510"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230..13423,13423..21510)</w:t>
      </w:r>
    </w:p>
    <w:p w14:paraId="4E7BF91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0EB52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2049727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CB80C8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BC568B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"https://www.ncbi.nlm.nih.gov/protein/1959492886"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QQX12067.1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4F0DD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6D3F24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C03B9C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5FB1BD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D6941A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A07B50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4B78FF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11B2E8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D4E08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B6CC6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6CC3CB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4424C9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E8200D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C67483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14964F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37B2C6B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7E782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ED36A6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FA6824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1E1D8D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049205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PLLSAGIFGADPIHSLRVCVDTVRTNVYLAVFDKNLYDKLVLSFLEMKSEKQVEQKIA</w:t>
      </w:r>
    </w:p>
    <w:p w14:paraId="1069F72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3C702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5A8A66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205907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A84228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A2CCA0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34FC24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5DD76D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C25B7E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E0DEF6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DVRETMSYLFQHANLDSCKRVLNVVCKTCGQQQTTLKGVEAVMYMGTLSYEQFKKGVQ</w:t>
      </w:r>
    </w:p>
    <w:p w14:paraId="07A69A2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IPCTCGKQATQYLVQQESPFVMMSAPPAQYELKHGTFTCASEYTGNYQCGHYKHITSK</w:t>
      </w:r>
    </w:p>
    <w:p w14:paraId="1D74086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7725F0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9B3AD8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D154A7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D7A8E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0786E2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727ABA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7F0464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7C52F9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2BFA23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CBF53F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3056D8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248518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B6C6E5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9D1658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130B62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4C89C0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F15C83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1AF284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7A8B8A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YENLRPDTRYVLMDGSIIQFPNTYLEGSVRVVTTFDSEYCRHGTCERSEAGVCVSTSG</w:t>
      </w:r>
    </w:p>
    <w:p w14:paraId="6EC1CE5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C15C55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0A4127A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09BD5B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5638ED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076BF6D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3E9A3F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45434ED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2342C0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VLAWLYAAVINGDRWFLNRFTTTLNDFNLVAMKYNYEPLTQDHVDILGPLSAQTGIVV</w:t>
      </w:r>
    </w:p>
    <w:p w14:paraId="6688E80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D3AEB5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863B11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38E821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D20D2E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F47534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E53FFD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78B154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DBD134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999384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610B91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A994AC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DNALAYYNTTKGGRFVLALLSDLQDLKWARFPKSDGTGTIYTELEPPCRFVTDTPKGP</w:t>
      </w:r>
    </w:p>
    <w:p w14:paraId="25D74AB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F5A9A8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1E65E5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DBF20A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8538A3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7EA55F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3F1CE5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E8583A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31838F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34D53E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897F93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94187D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204B4B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995D57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42B92F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6B2124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87413F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82FEE3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1D1650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91DA33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10B87D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2671D8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8E5408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DEA400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3EA674F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AIGLALYYPSARIVYTACSHAAVDALCEKALKYLPIDKCSRIIPARARVDCFDKFKVN</w:t>
      </w:r>
    </w:p>
    <w:p w14:paraId="12E181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70328CB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E4DAB5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4B3E8E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4FB934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24DFA1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247F078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850F6C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518DCC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5D9C07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DBA563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08AA83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2651CB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0C0AF87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BEB97B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3829470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22971D8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GLQPSVGPKQASLNGVTLIGEAVKTQFNYYKKVDGVVQQLPETYFTQSRNLQEFKPRS</w:t>
      </w:r>
    </w:p>
    <w:p w14:paraId="1A53B3A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8200D0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20A1571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897872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82946B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28B19B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D65B07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130515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5ACCA8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"https://www.ncbi.nlm.nih.gov/protein/QQX12067.1?from=1&amp;to=180"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230..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769</w:t>
      </w:r>
    </w:p>
    <w:p w14:paraId="70E33E3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D5B5C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AB03A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"https://www.ncbi.nlm.nih.gov/protein/QQX12067.1?from=181&amp;to=818"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770..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2683</w:t>
      </w:r>
    </w:p>
    <w:p w14:paraId="50B7391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6F0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15CFC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"https://www.ncbi.nlm.nih.gov/protein/QQX12067.1?from=819&amp;to=2763"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2684..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8518</w:t>
      </w:r>
    </w:p>
    <w:p w14:paraId="7ED08DE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0F93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EC5773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"https://www.ncbi.nlm.nih.gov/protein/QQX12067.1?from=2764&amp;to=3263"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8519..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10018</w:t>
      </w:r>
    </w:p>
    <w:p w14:paraId="087C4B3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E073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948D14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"https://www.ncbi.nlm.nih.gov/protein/QQX12067.1?from=3264&amp;to=3569"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10019..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10936</w:t>
      </w:r>
    </w:p>
    <w:p w14:paraId="299279E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5A465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4A3C4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"https://www.ncbi.nlm.nih.gov/protein/QQX12067.1?from=3570&amp;to=3856"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10937..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11797</w:t>
      </w:r>
    </w:p>
    <w:p w14:paraId="5FF6FED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BDE9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B7282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"https://www.ncbi.nlm.nih.gov/protein/QQX12067.1?from=3857&amp;to=3939"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11798..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12046</w:t>
      </w:r>
    </w:p>
    <w:p w14:paraId="548D916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0FFFD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ED7031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"https://www.ncbi.nlm.nih.gov/protein/QQX12067.1?from=3940&amp;to=4137"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12047..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12640</w:t>
      </w:r>
    </w:p>
    <w:p w14:paraId="599E92B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6EB4D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1C97D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"https://www.ncbi.nlm.nih.gov/protein/QQX12067.1?from=4138&amp;to=4250"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12641..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12979</w:t>
      </w:r>
    </w:p>
    <w:p w14:paraId="18F8DC2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21C87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1434F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"https://www.ncbi.nlm.nih.gov/protein/QQX12067.1?from=4251&amp;to=4389"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12980..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13396</w:t>
      </w:r>
    </w:p>
    <w:p w14:paraId="4F413A0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CFFC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ECC72B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"https://www.ncbi.nlm.nih.gov/protein/QQX12067.1?from=4390&amp;to=5321"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13397..13423,13423..16191)</w:t>
      </w:r>
    </w:p>
    <w:p w14:paraId="1458D98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9CDE3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006A2B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"https://www.ncbi.nlm.nih.gov/protein/QQX12067.1?from=5322&amp;to=5922"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16192..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17994</w:t>
      </w:r>
    </w:p>
    <w:p w14:paraId="099D87E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7248B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A5D1C2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"https://www.ncbi.nlm.nih.gov/protein/QQX12067.1?from=5923&amp;to=6449"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17995..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19575</w:t>
      </w:r>
    </w:p>
    <w:p w14:paraId="110DE58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2A377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79EB38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"https://www.ncbi.nlm.nih.gov/protein/QQX12067.1?from=6450&amp;to=6795"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19576..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20613</w:t>
      </w:r>
    </w:p>
    <w:p w14:paraId="5E5975E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0D7D3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8A178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"https://www.ncbi.nlm.nih.gov/protein/QQX12067.1?from=6796&amp;to=7093"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20614..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21507</w:t>
      </w:r>
    </w:p>
    <w:p w14:paraId="1DB465E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58DE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C10D77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"https://www.ncbi.nlm.nih.gov/nuccore/MW520923.1?from=230&amp;to=13438"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230..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13438</w:t>
      </w:r>
    </w:p>
    <w:p w14:paraId="3D26CB3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4E044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006B35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C1BF0F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"https://www.ncbi.nlm.nih.gov/protein/1959492887"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QQX12068.1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F923E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EE42B6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262661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F2448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03B211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772595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8D9FF1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E1D506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5A2814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646059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7513D4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2A9D62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889FA9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0609F3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5C9121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3DC8DC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C0A91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22C75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846507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89A26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726F8B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PLLSAGIFGADPIHSLRVCVDTVRTNVYLAVFDKNLYDKLVLSFLEMKSEKQVEQKIA</w:t>
      </w:r>
    </w:p>
    <w:p w14:paraId="6D216FE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6CE094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947542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073D75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71A3FB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250C028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8CA298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EA8A94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773560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EB7EB5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0CD17B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IPCTCGKQATQYLVQQESPFVMMSAPPAQYELKHGTFTCASEYTGNYQCGHYKHITSK</w:t>
      </w:r>
    </w:p>
    <w:p w14:paraId="7712B11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320F71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2B3A2C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079082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E39D7A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C129FD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18C058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3BCEBE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1B1D66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E7C081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750055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3E8EAE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987E6F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DB4B67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8CA107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AE64F1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075F9F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903E1F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501452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CC7DE3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YENLRPDTRYVLMDGSIIQFPNTYLEGSVRVVTTFDSEYCRHGTCERSEAGVCVSTSG</w:t>
      </w:r>
    </w:p>
    <w:p w14:paraId="2AA58CA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2C108E0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22542F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A87B05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0284B79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38833E3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DF5DC0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7C07F86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8D14FC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VLAWLYAAVINGDRWFLNRFTTTLNDFNLVAMKYNYEPLTQDHVDILGPLSAQTGIVV</w:t>
      </w:r>
    </w:p>
    <w:p w14:paraId="70EF30E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33502E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3BD869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8E09EC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C37146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81769E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54751C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LQQLRVESSSKLWAQCVQLHNDILLAKDTTEAFEKMVSLLSVLLSMQGAVDINKLCEE</w:t>
      </w:r>
    </w:p>
    <w:p w14:paraId="3C1957B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346330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720C54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F3CE29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DCCFA9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BB56C5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A0ADD8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DE1C1F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8DBCBF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32DBB3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"https://www.ncbi.nlm.nih.gov/protein/QQX12068.1?from=1&amp;to=180"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230..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769</w:t>
      </w:r>
    </w:p>
    <w:p w14:paraId="6C752FE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BBD72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3B024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"https://www.ncbi.nlm.nih.gov/protein/QQX12068.1?from=181&amp;to=818"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770..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2683</w:t>
      </w:r>
    </w:p>
    <w:p w14:paraId="25D4818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7A7A1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9AB11A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"https://www.ncbi.nlm.nih.gov/protein/QQX12068.1?from=819&amp;to=2763"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2684..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8518</w:t>
      </w:r>
    </w:p>
    <w:p w14:paraId="42D14E8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BF15A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7AE2B0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"https://www.ncbi.nlm.nih.gov/protein/QQX12068.1?from=2764&amp;to=3263"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8519..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10018</w:t>
      </w:r>
    </w:p>
    <w:p w14:paraId="5FB5FF3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CBFF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82E330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"https://www.ncbi.nlm.nih.gov/protein/QQX12068.1?from=3264&amp;to=3569"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10019..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10936</w:t>
      </w:r>
    </w:p>
    <w:p w14:paraId="7F68D03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088FB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7D5EA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"https://www.ncbi.nlm.nih.gov/protein/QQX12068.1?from=3570&amp;to=3856"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10937..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11797</w:t>
      </w:r>
    </w:p>
    <w:p w14:paraId="26A609E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D6FB2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46EA46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"https://www.ncbi.nlm.nih.gov/protein/QQX12068.1?from=3857&amp;to=3939"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11798..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12046</w:t>
      </w:r>
    </w:p>
    <w:p w14:paraId="13A68A1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0D744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33417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"https://www.ncbi.nlm.nih.gov/protein/QQX12068.1?from=3940&amp;to=4137"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12047..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12640</w:t>
      </w:r>
    </w:p>
    <w:p w14:paraId="7B62E1A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857D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2CF346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"https://www.ncbi.nlm.nih.gov/protein/QQX12068.1?from=4138&amp;to=4250"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12641..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12979</w:t>
      </w:r>
    </w:p>
    <w:p w14:paraId="121AA7C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A2DB5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9C5DAA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"https://www.ncbi.nlm.nih.gov/protein/QQX12068.1?from=4251&amp;to=4389"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12980..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13396</w:t>
      </w:r>
    </w:p>
    <w:p w14:paraId="7662BD3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00F04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00F51E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"https://www.ncbi.nlm.nih.gov/protein/QQX12068.1?from=4390&amp;to=4402"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13397..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13435</w:t>
      </w:r>
    </w:p>
    <w:p w14:paraId="76C4D60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42B6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/product="nsp11"</w:t>
      </w:r>
    </w:p>
    <w:p w14:paraId="5011EC4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"https://www.ncbi.nlm.nih.gov/nuccore/MW520923.1?from=13431&amp;to=13458"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13431..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13458</w:t>
      </w:r>
    </w:p>
    <w:p w14:paraId="5AA336B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77D8A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ABFA9B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5DF38B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"https://www.ncbi.nlm.nih.gov/nuccore/MW520923.1?from=13443&amp;to=13497"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13443..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13497</w:t>
      </w:r>
    </w:p>
    <w:p w14:paraId="0F8F666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59220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57AB2B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F2615D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"https://www.ncbi.nlm.nih.gov/nuccore/MW520923.1?from=21518&amp;to=25339"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21518..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25339</w:t>
      </w:r>
    </w:p>
    <w:p w14:paraId="732044A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7F67E0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"https://www.ncbi.nlm.nih.gov/nuccore/MW520923.1?from=21518&amp;to=25339"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21518..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25339</w:t>
      </w:r>
    </w:p>
    <w:p w14:paraId="064DB7C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E8FE99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2021F3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673C86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"https://www.ncbi.nlm.nih.gov/protein/1959492888"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QQX12069.1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DC38A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/translation="MFVFLVLLPLVSSQCVNFTNRTQLPSAYTNSFTRGVYYPDKVFR</w:t>
      </w:r>
    </w:p>
    <w:p w14:paraId="3576A76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2400E58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GWIFGTTLDSKTQSLLIVNNATNVVIKVCEFQFCNYPFLGVYYHKNNKSWMESEFRVY</w:t>
      </w:r>
    </w:p>
    <w:p w14:paraId="5171132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SSANNCTFEYVSQPFLMDLEGKQGNFKNLSEFVFKNIDGYFKIYSKHTPINLVRDLPQ</w:t>
      </w:r>
    </w:p>
    <w:p w14:paraId="79F7923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29B1D8F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26DC8AF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LCPFGEVFNATRFASVYAWNRKRISNCVADYSVLYNSASFSTFKCYGVSPTKLNDLCF</w:t>
      </w:r>
    </w:p>
    <w:p w14:paraId="75CBF16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TNVYADSFVIRGDEVRQIAPGQTGTIADYNYKLPDDFTGCVIAWNSNNLDSKVGGNYN</w:t>
      </w:r>
    </w:p>
    <w:p w14:paraId="2BF90E2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YLYRLFRKSNLKPFERDISTEIYQAGSTPCNGVKGFNCYFPLQSYGFQPTYGVGYQPY</w:t>
      </w:r>
    </w:p>
    <w:p w14:paraId="0CA0D34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RVVVLSFELLHAPATVCGPKKSTNLVKNKCVNFNFNGLTGTGVLTESNKKFLPFQQFG</w:t>
      </w:r>
    </w:p>
    <w:p w14:paraId="10D4F30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547B1C0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HADQLTPTWRVYSTGSNVFQTRAGCLIGAEYVNNSYECDIPIGAGICASYQTQTNSPR</w:t>
      </w:r>
    </w:p>
    <w:p w14:paraId="11EFB20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338E97A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YICGDSTECSNLLLQYGSFCTQLNRALTGIAVEQDKNTQEVFAQVKQIYKTPPIKDFG</w:t>
      </w:r>
    </w:p>
    <w:p w14:paraId="005DCAD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GFNFSQILPDPSKPSKRSFIEDLLFNKVTLADAGFIKQYGDCLGDIAARDLICAQKFN</w:t>
      </w:r>
    </w:p>
    <w:p w14:paraId="293AC79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4F08860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VLYENQKLIANQFNSAIGKIQDSLSSTASALGKLQDVVNQNAQALNTLVKQLSSNFGA</w:t>
      </w:r>
    </w:p>
    <w:p w14:paraId="150AF1B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ISSVLNDILSRLDKVEAEVQIDRLITGRLQSLQTYVTQQLIRAAEIRASANLAAIKMS</w:t>
      </w:r>
    </w:p>
    <w:p w14:paraId="5FE8E42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0484CB9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75830E2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SFKEELDKYFKNHTSPDVDLGDISGINASFVNIQKEIDRLNEVAKNLNESLIDLQELG</w:t>
      </w:r>
    </w:p>
    <w:p w14:paraId="3FC31E7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3B74F13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1057462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"https://www.ncbi.nlm.nih.gov/nuccore/MW520923.1?from=25348&amp;to=26175"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25348..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26175</w:t>
      </w:r>
    </w:p>
    <w:p w14:paraId="7F2AA7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698E5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"https://www.ncbi.nlm.nih.gov/nuccore/MW520923.1?from=25348&amp;to=26175"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25348..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26175</w:t>
      </w:r>
    </w:p>
    <w:p w14:paraId="4687086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455A655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7EE48C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B6A6DB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"https://www.ncbi.nlm.nih.gov/protein/1959492889"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QQX12070.1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FF7ED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0B0C50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883AB1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E47230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A1816E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LSTDTGVEHVTFFIYNKIVDEPEEHVQIHTIDGSPGVVNPVMEPIYDEPTTTTSVPL"</w:t>
      </w:r>
    </w:p>
    <w:p w14:paraId="6932889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"https://www.ncbi.nlm.nih.gov/nuccore/MW520923.1?from=26200&amp;to=26427"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26200..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26427</w:t>
      </w:r>
    </w:p>
    <w:p w14:paraId="52AE2E7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F3A6F5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"https://www.ncbi.nlm.nih.gov/nuccore/MW520923.1?from=26200&amp;to=26427"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26200..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26427</w:t>
      </w:r>
    </w:p>
    <w:p w14:paraId="7FCF299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97B416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889B5A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60ADDA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"https://www.ncbi.nlm.nih.gov/protein/1959492890"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QQX12071.1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E7020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4E467C3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11865D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"https://www.ncbi.nlm.nih.gov/nuccore/MW520923.1?from=26478&amp;to=27146"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26478..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27146</w:t>
      </w:r>
    </w:p>
    <w:p w14:paraId="20076F0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83B206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"https://www.ncbi.nlm.nih.gov/nuccore/MW520923.1?from=26478&amp;to=27146"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26478..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27146</w:t>
      </w:r>
    </w:p>
    <w:p w14:paraId="6F580CD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F1736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CE5852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C31BBE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"https://www.ncbi.nlm.nih.gov/protein/1959492891"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QQX12072.1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02502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22C8D93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0E418A3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360302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C242FA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344A0D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"https://www.ncbi.nlm.nih.gov/nuccore/MW520923.1?from=27157&amp;to=27342"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27157..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27342</w:t>
      </w:r>
    </w:p>
    <w:p w14:paraId="6ADC028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55A7A8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"https://www.ncbi.nlm.nih.gov/nuccore/MW520923.1?from=27157&amp;to=27342"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27157..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27342</w:t>
      </w:r>
    </w:p>
    <w:p w14:paraId="4B1BFDA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BDE399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7536A5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62325F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"https://www.ncbi.nlm.nih.gov/protein/1959492892"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QQX12073.1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74E5A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89A03F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797EB1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"https://www.ncbi.nlm.nih.gov/nuccore/MW520923.1?from=27349&amp;to=27714"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27349..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27714</w:t>
      </w:r>
    </w:p>
    <w:p w14:paraId="0A226D3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5C539C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"https://www.ncbi.nlm.nih.gov/nuccore/MW520923.1?from=27349&amp;to=27714"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27349..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27714</w:t>
      </w:r>
    </w:p>
    <w:p w14:paraId="5A46CD8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69488BE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F2B725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0CF06A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"https://www.ncbi.nlm.nih.gov/protein/1959492893"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QQX12074.1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3FA06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0F9071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C92441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24A1A6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"https://www.ncbi.nlm.nih.gov/nuccore/MW520923.1?from=27711&amp;to=27842"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27711..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27842</w:t>
      </w:r>
    </w:p>
    <w:p w14:paraId="2FE4957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F462C0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"https://www.ncbi.nlm.nih.gov/nuccore/MW520923.1?from=27711&amp;to=27842"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27711..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27842</w:t>
      </w:r>
    </w:p>
    <w:p w14:paraId="7214CF4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361C26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86C700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313226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"https://www.ncbi.nlm.nih.gov/protein/1959492894"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QQX12075.1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1C6D9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DA40F8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"https://www.ncbi.nlm.nih.gov/nuccore/MW520923.1?from=27849&amp;to=28214"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27849..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28214</w:t>
      </w:r>
    </w:p>
    <w:p w14:paraId="39F5265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CCD494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"https://www.ncbi.nlm.nih.gov/nuccore/MW520923.1?from=27849&amp;to=28214"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27849..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28214</w:t>
      </w:r>
    </w:p>
    <w:p w14:paraId="3A7FEE1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8DD0FD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3B67DA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AFE7C5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"https://www.ncbi.nlm.nih.gov/protein/1959492895"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QQX12076.1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F573F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66FB54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WYIRVGARKSAPLIELCVDEAGSKSPIQYIDIGNYTVSCLPFTINCQKPKLGSLVVRC</w:t>
      </w:r>
    </w:p>
    <w:p w14:paraId="168B6FF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E532F8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"https://www.ncbi.nlm.nih.gov/nuccore/MW520923.1?from=28233&amp;to=29492"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28233..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29492</w:t>
      </w:r>
    </w:p>
    <w:p w14:paraId="5852E4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F15AF0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"https://www.ncbi.nlm.nih.gov/nuccore/MW520923.1?from=28233&amp;to=29492"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28233..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29492</w:t>
      </w:r>
    </w:p>
    <w:p w14:paraId="7DE8DB9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93DECE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7B53B4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EB097F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"https://www.ncbi.nlm.nih.gov/protein/1959492896"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QQX12077.1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C3CCC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5D92EE0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LPNNTASWFTALTQHGKEDLKFPRGQGVPINTNSSRDDQIGYYRRATRRIRGGDGKMK</w:t>
      </w:r>
    </w:p>
    <w:p w14:paraId="68C1EA7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724DB1D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29ACB60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1CF656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C7147B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50D89BD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20DF135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"https://www.ncbi.nlm.nih.gov/nuccore/MW520923.1?from=29517&amp;to=29633"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29517..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29633</w:t>
      </w:r>
    </w:p>
    <w:p w14:paraId="28F4FB9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963CE2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"https://www.ncbi.nlm.nih.gov/nuccore/MW520923.1?from=29517&amp;to=29633"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29517..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29633</w:t>
      </w:r>
    </w:p>
    <w:p w14:paraId="64E89E4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0C3FF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FFFA9F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E287FD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"https://www.ncbi.nlm.nih.gov/protein/1959492897"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QQX12078.1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BE02E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E82F61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"https://www.ncbi.nlm.nih.gov/nuccore/MW520923.1?from=29568&amp;to=29603"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29568..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29603</w:t>
      </w:r>
    </w:p>
    <w:p w14:paraId="0126DE6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2E71A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FCBE16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"https://www.ncbi.nlm.nih.gov/nuccore/MW520923.1?from=29588&amp;to=29616"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29588..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29616</w:t>
      </w:r>
    </w:p>
    <w:p w14:paraId="5B92EC6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84304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03C7C6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"https://www.ncbi.nlm.nih.gov/nuccore/MW520923.1?from=29687&amp;to=29727" </w:instrTex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536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29687..</w:t>
      </w:r>
      <w:proofErr w:type="gram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29727</w:t>
      </w:r>
    </w:p>
    <w:p w14:paraId="4B7DD4E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55EBA4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E1D0D6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520923.1"/>
      <w:bookmarkEnd w:id="4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caactttcga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tctcttgtag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atctgttctc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taaacgaact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ttaaaatctg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tgtggctgtc</w:t>
      </w:r>
      <w:proofErr w:type="spellEnd"/>
    </w:p>
    <w:p w14:paraId="0B974F6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actcggctgc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atgcttagtg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cactcacgca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gtataattaa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taactaatta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ctgtcgttga</w:t>
      </w:r>
      <w:proofErr w:type="spellEnd"/>
    </w:p>
    <w:p w14:paraId="46CE045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caggacacga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gtaactcgtc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tatcttctgc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aggctgctta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cggtttcgtc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cgtgttgcag</w:t>
      </w:r>
      <w:proofErr w:type="spellEnd"/>
    </w:p>
    <w:p w14:paraId="6889B3A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ccgatcatca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gcacatctag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gttttgtccg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ggtgtgaccg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aaaggtaaga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tggagagcct</w:t>
      </w:r>
      <w:proofErr w:type="spellEnd"/>
    </w:p>
    <w:p w14:paraId="05BF02E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tgtccctggt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ttcaacgaga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aaacacacgt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ccaactcagt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ttgcctgttt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tacaggttcg</w:t>
      </w:r>
      <w:proofErr w:type="spellEnd"/>
    </w:p>
    <w:p w14:paraId="0BDE8EC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cgacgtgctc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gtacgtggct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ttggagactc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cgtggaggag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gtcttatcag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aggcacgtca</w:t>
      </w:r>
      <w:proofErr w:type="spellEnd"/>
    </w:p>
    <w:p w14:paraId="7418AA6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acatcttaaa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gatggcactt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gtggcttagt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agaagttgaa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aaaggcgttt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tgcctcaact</w:t>
      </w:r>
      <w:proofErr w:type="spellEnd"/>
    </w:p>
    <w:p w14:paraId="714F300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tgaacagccc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tatgtgttca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tcaaacgttc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ggatgctcga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actgcacctc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atggtcatgt</w:t>
      </w:r>
      <w:proofErr w:type="spellEnd"/>
    </w:p>
    <w:p w14:paraId="05F15B8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tatggttgag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ctggtagcag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aactcgaagg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cattcagtac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ggtcgtagtg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gtgagacact</w:t>
      </w:r>
      <w:proofErr w:type="spellEnd"/>
    </w:p>
    <w:p w14:paraId="1750F05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tggtgtcctt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gtccctcatg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tgggcgaaat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accagtggct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taccgcaagg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ttcttcttcg</w:t>
      </w:r>
      <w:proofErr w:type="spellEnd"/>
    </w:p>
    <w:p w14:paraId="1720BFC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taagaacggt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aataaaggag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ctggtggcca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tagttacggc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gccgatctaa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agtcatttga</w:t>
      </w:r>
      <w:proofErr w:type="spellEnd"/>
    </w:p>
    <w:p w14:paraId="5E68FE8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cttaggcgac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gagcttggca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ctgatcctta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tgaagacttt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caagaaaact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ggaacactaa</w:t>
      </w:r>
      <w:proofErr w:type="spellEnd"/>
    </w:p>
    <w:p w14:paraId="7CF9F38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acatagcagt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ggtgttaccc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gtgaactcat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gcgtgagctt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aacggagggg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catacactcg</w:t>
      </w:r>
      <w:proofErr w:type="spellEnd"/>
    </w:p>
    <w:p w14:paraId="1BFFBA5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ctatgtcgat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aacaacttct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gtggccctga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tggctaccct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cttgagtgca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ttaaagacct</w:t>
      </w:r>
      <w:proofErr w:type="spellEnd"/>
    </w:p>
    <w:p w14:paraId="3C9C55A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tctagcacgt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gctggtaaag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cttcatgcac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tttgtccgaa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caactggact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ttattgacac</w:t>
      </w:r>
      <w:proofErr w:type="spellEnd"/>
    </w:p>
    <w:p w14:paraId="548F9EE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taagaggggt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gtatactgct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gccgtgaaca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tgagcatgaa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attgcttggt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acacggaacg</w:t>
      </w:r>
      <w:proofErr w:type="spellEnd"/>
    </w:p>
    <w:p w14:paraId="24D08BB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ttctgaaaag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agctatgaat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tgcagacacc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ttttgaaatt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aaattggcaa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agaaatttga</w:t>
      </w:r>
      <w:proofErr w:type="spellEnd"/>
    </w:p>
    <w:p w14:paraId="6F8DC0D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caccttcaat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ggggaatgtc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atttccctta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aattccataa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tcaagactat</w:t>
      </w:r>
      <w:proofErr w:type="spellEnd"/>
    </w:p>
    <w:p w14:paraId="2C2C5A5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tcaaccaagg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gttgaaaaga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aaaagcttga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tggctttatg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ggtagaattc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gatctgtcta</w:t>
      </w:r>
      <w:proofErr w:type="spellEnd"/>
    </w:p>
    <w:p w14:paraId="3C91974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tccagttgcg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tcaccaaatg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aatgcaacca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aatgtgcctt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tcaactctca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tgaagtgtga</w:t>
      </w:r>
      <w:proofErr w:type="spellEnd"/>
    </w:p>
    <w:p w14:paraId="3865BEC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tcattgtggt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gaaacttcat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ggcagacggg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cgattttgtt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aaagccactt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gcgaattttg</w:t>
      </w:r>
      <w:proofErr w:type="spellEnd"/>
    </w:p>
    <w:p w14:paraId="3254004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tggcactgag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aatttgacta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aagaaggtgc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cactacttgt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ggttacttac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cccaaaatgc</w:t>
      </w:r>
      <w:proofErr w:type="spellEnd"/>
    </w:p>
    <w:p w14:paraId="5B9A870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tgttgttaaa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atttattgtc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cagcatgtca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caattcagaa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gtaggacctg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agcatagtct</w:t>
      </w:r>
      <w:proofErr w:type="spellEnd"/>
    </w:p>
    <w:p w14:paraId="523B8B2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tgccgaatac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cataatgaat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ctggcttgaa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aaccattctt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cgtaagggtg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gtcgcactat</w:t>
      </w:r>
      <w:proofErr w:type="spellEnd"/>
    </w:p>
    <w:p w14:paraId="515584E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tgcctttgga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ggctgtgtgt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tctcttatgt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tggttgccat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aacaagtgtg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cctattgggt</w:t>
      </w:r>
      <w:proofErr w:type="spellEnd"/>
    </w:p>
    <w:p w14:paraId="58D8347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tccacgtgct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agcgctaaca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taggttgtaa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ccatacaggt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gttgttggag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aaggttccga</w:t>
      </w:r>
      <w:proofErr w:type="spellEnd"/>
    </w:p>
    <w:p w14:paraId="7961629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aggtcttaat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gacaaccttc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ttgaaatact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ccaaaaagag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aaagtcaaca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tcaatattgt</w:t>
      </w:r>
      <w:proofErr w:type="spellEnd"/>
    </w:p>
    <w:p w14:paraId="28101EE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tggtgacttt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aaacttaatg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aagagatcgc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cattattttg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gcatcttttt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ctgcttccac</w:t>
      </w:r>
      <w:proofErr w:type="spellEnd"/>
    </w:p>
    <w:p w14:paraId="0D7DB0D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aagtgctttt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gtggaaactg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tgaaaggttt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ggattataaa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gcattcaaac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aaattgttga</w:t>
      </w:r>
      <w:proofErr w:type="spellEnd"/>
    </w:p>
    <w:p w14:paraId="29F557A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atcctgtggt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aattttaaag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ttacaaaagg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aaaagctaaa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aaaggtgcct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ggaatattgg</w:t>
      </w:r>
      <w:proofErr w:type="spellEnd"/>
    </w:p>
    <w:p w14:paraId="442FB88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tgaacagaaa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tcaatactga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gtcctcttta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tgcatttgca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tcagaggctg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ctcgtgttgt</w:t>
      </w:r>
      <w:proofErr w:type="spellEnd"/>
    </w:p>
    <w:p w14:paraId="75C78C6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acgatcaatt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ttctcccgca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ctcttgaaac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tgctcaaaat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tctgtgcgtg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ttttacagaa</w:t>
      </w:r>
      <w:proofErr w:type="spellEnd"/>
    </w:p>
    <w:p w14:paraId="0362387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ggccgctata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acaatactag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atggaatttc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acagtattca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ctgagactca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ttgatgctat</w:t>
      </w:r>
      <w:proofErr w:type="spellEnd"/>
    </w:p>
    <w:p w14:paraId="6A1C059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gatgttcaca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tctgatttgg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ctactaacaa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tctagttgta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atggcctaca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ttacaggtgg</w:t>
      </w:r>
      <w:proofErr w:type="spellEnd"/>
    </w:p>
    <w:p w14:paraId="50104B9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tgttgttcag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ttgacttcgc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agtggctaac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ggcactgttt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atgaaaaact</w:t>
      </w:r>
      <w:proofErr w:type="spellEnd"/>
    </w:p>
    <w:p w14:paraId="1C3023B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caaacccgtc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cttgattggc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ttgaagagaa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gtttaaggaa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ggtgtagagt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ttcttagaga</w:t>
      </w:r>
      <w:proofErr w:type="spellEnd"/>
    </w:p>
    <w:p w14:paraId="7DD5F63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cggttgggaa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attgttaaat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ttatctcaac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ctgtgcttgt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gaaattgtcg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gtggacaaat</w:t>
      </w:r>
      <w:proofErr w:type="spellEnd"/>
    </w:p>
    <w:p w14:paraId="1454AA8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tgtcacctgt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gcaaaggaaa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ttaaggagag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tgttcagaca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ttctttaagc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ttgtaaataa</w:t>
      </w:r>
      <w:proofErr w:type="spellEnd"/>
    </w:p>
    <w:p w14:paraId="0F1EB63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atttttggct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ttgtgtgctg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actctatcat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tattggtgga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gctaaactta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aagccttgaa</w:t>
      </w:r>
      <w:proofErr w:type="spellEnd"/>
    </w:p>
    <w:p w14:paraId="2841262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tttaggtgaa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acatttgtca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cgcactcaaa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gggattgtac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agaaagtgtg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ttaaatccag</w:t>
      </w:r>
      <w:proofErr w:type="spellEnd"/>
    </w:p>
    <w:p w14:paraId="6661C5F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agaagaaact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ggcctactca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tgcctctaaa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agccccaaaa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gaaattatct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tcttagaggg</w:t>
      </w:r>
      <w:proofErr w:type="spellEnd"/>
    </w:p>
    <w:p w14:paraId="4FF5659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agaaacactt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cccacagaag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tgttaacaga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ggaagttgtc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ttgaaaactg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gtgatttaca</w:t>
      </w:r>
      <w:proofErr w:type="spellEnd"/>
    </w:p>
    <w:p w14:paraId="1447DE5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accattagaa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caacctacta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gtgaagctgt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tgaagctcca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ttggttggta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caccagtttg</w:t>
      </w:r>
      <w:proofErr w:type="spellEnd"/>
    </w:p>
    <w:p w14:paraId="2428E90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tattaacggg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cttatgttgc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tcgaaatcaa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agacacagaa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aagtactgtg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cccttgcacc</w:t>
      </w:r>
      <w:proofErr w:type="spellEnd"/>
    </w:p>
    <w:p w14:paraId="508060F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taatatgatg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gtaacaaaca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ataccttcac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actcaaaggc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ggtgcaccaa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caaaggttac</w:t>
      </w:r>
      <w:proofErr w:type="spellEnd"/>
    </w:p>
    <w:p w14:paraId="6815097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ttttggtgat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gatactgtga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tagaagtgca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aggttacaag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agtgtgaata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tcacttttga</w:t>
      </w:r>
      <w:proofErr w:type="spellEnd"/>
    </w:p>
    <w:p w14:paraId="0A1938B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acttgatgaa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aggattgata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aagtacttaa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tgagaagtgc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tctgcctata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cagttgaact</w:t>
      </w:r>
      <w:proofErr w:type="spellEnd"/>
    </w:p>
    <w:p w14:paraId="04A131C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cggtacagaa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gtaaatgagt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tcgcctgtgt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tgtggcagat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gctgtcataa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aaactttgca</w:t>
      </w:r>
      <w:proofErr w:type="spellEnd"/>
    </w:p>
    <w:p w14:paraId="36FE5CD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accagtatct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gaattactta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caccactggg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cattgattta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gatgagtgga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gtatggctac</w:t>
      </w:r>
      <w:proofErr w:type="spellEnd"/>
    </w:p>
    <w:p w14:paraId="573D09A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atactactta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tttgatgagt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ctggtgagtt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taaattggct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tcacatatgt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attgttcttt</w:t>
      </w:r>
      <w:proofErr w:type="spellEnd"/>
    </w:p>
    <w:p w14:paraId="5BA96D6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ttaccctcca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gatgaggatg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aagaagaagg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tgattgtgaa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gaagaagagt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ttgagccatc</w:t>
      </w:r>
      <w:proofErr w:type="spellEnd"/>
    </w:p>
    <w:p w14:paraId="0DD687F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aactcaatat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gagtatggta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ctgaagatga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ttaccaaggt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aaacctttgg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aatttggtgc</w:t>
      </w:r>
      <w:proofErr w:type="spellEnd"/>
    </w:p>
    <w:p w14:paraId="7A2B0B7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cacttctgct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gctcttcaac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ctgaagaaga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gcaagaagaa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gattggttag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atgatgatag</w:t>
      </w:r>
      <w:proofErr w:type="spellEnd"/>
    </w:p>
    <w:p w14:paraId="60647E7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tcaacaaact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gttggtcaac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aagacggcag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tgaggacaat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cagacaacta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ctattcaaac</w:t>
      </w:r>
      <w:proofErr w:type="spellEnd"/>
    </w:p>
    <w:p w14:paraId="0A53B28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aattgttgag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gttcaacctc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aattagagat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ggaacttaca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ccagttgttc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agactattga</w:t>
      </w:r>
      <w:proofErr w:type="spellEnd"/>
    </w:p>
    <w:p w14:paraId="47F5D4F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agtgaatagt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tttagtggtt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atttaaaact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tactgacaat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gtatacatta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aaaatgcaga</w:t>
      </w:r>
      <w:proofErr w:type="spellEnd"/>
    </w:p>
    <w:p w14:paraId="3CF6F5D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cattgtggaa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gaagctaaaa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aggtaaaacc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aacagtggtt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gttaatgcag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ccaatgttta</w:t>
      </w:r>
      <w:proofErr w:type="spellEnd"/>
    </w:p>
    <w:p w14:paraId="6942469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ccttaaacat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ggaggaggtg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ttgcaggagc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cttaaataag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gctactaaca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atgccatgca</w:t>
      </w:r>
      <w:proofErr w:type="spellEnd"/>
    </w:p>
    <w:p w14:paraId="2E9A267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agttgaatct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gatgattaca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tagctactaa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tggaccactt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aaagtgggtg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gtagttgtgt</w:t>
      </w:r>
      <w:proofErr w:type="spellEnd"/>
    </w:p>
    <w:p w14:paraId="6AC3158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tttaagcgga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cacaatcttg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ctaaacactg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tcttcatgtt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gtcggcccaa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atgttaacaa</w:t>
      </w:r>
      <w:proofErr w:type="spellEnd"/>
    </w:p>
    <w:p w14:paraId="591E860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aggtgaagac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attcaacttc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ttaagagtgc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ttatgaaaat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tttaatcagc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acgaagttct</w:t>
      </w:r>
      <w:proofErr w:type="spellEnd"/>
    </w:p>
    <w:p w14:paraId="0308C98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acttgcacca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ttattatcag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ctggtatttt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tggtgctgac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cctatacatt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ctttaagagt</w:t>
      </w:r>
      <w:proofErr w:type="spellEnd"/>
    </w:p>
    <w:p w14:paraId="0327499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ttgtgtagat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actgttcgca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caaatgtcta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cttagctgtc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tttgataaaa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atctctatga</w:t>
      </w:r>
      <w:proofErr w:type="spellEnd"/>
    </w:p>
    <w:p w14:paraId="153EAC4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caaacttgtt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ttaagctttt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tggaaatgaa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gagtgaaaag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caagttgaac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aaaagatcgc</w:t>
      </w:r>
      <w:proofErr w:type="spellEnd"/>
    </w:p>
    <w:p w14:paraId="2064E84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tgagattcct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aaagaggaag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ttaagccatt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tataactgaa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agtaaacctt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cagttgaaca</w:t>
      </w:r>
      <w:proofErr w:type="spellEnd"/>
    </w:p>
    <w:p w14:paraId="5A2FA3A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gagaaaacaa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gatgataaga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aaatcaaagc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ttgtgttgaa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gaagttacaa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caactctgga</w:t>
      </w:r>
      <w:proofErr w:type="spellEnd"/>
    </w:p>
    <w:p w14:paraId="70A55C2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agaaactaag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ttcctcacag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aaaacttgtt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actttatatt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gacattaatg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gcaatcttca</w:t>
      </w:r>
      <w:proofErr w:type="spellEnd"/>
    </w:p>
    <w:p w14:paraId="12CE6B3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tccagattct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gccactcttg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ttagtgacat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tgacatcact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ttcttaaaga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aagatgctcc</w:t>
      </w:r>
      <w:proofErr w:type="spellEnd"/>
    </w:p>
    <w:p w14:paraId="13F3E57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atatatagtg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ggtgatgttg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ttcaagaggg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tgttttaact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gctgtggtta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tacctactaa</w:t>
      </w:r>
      <w:proofErr w:type="spellEnd"/>
    </w:p>
    <w:p w14:paraId="0EB5C5F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aaaggctggt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ggcactactg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aaatgctagc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gaaagctttg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agaaaagtgc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caacagacaa</w:t>
      </w:r>
      <w:proofErr w:type="spellEnd"/>
    </w:p>
    <w:p w14:paraId="6E786B1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ttatataacc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acttacccgg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gtcagggttt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aaatggttac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actgtagagg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aggcaaagac</w:t>
      </w:r>
      <w:proofErr w:type="spellEnd"/>
    </w:p>
    <w:p w14:paraId="1CB26EA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agtgcttaaa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aagtgtaaaa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gtgcctttta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cattctacca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tctattatct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ctaatgagaa</w:t>
      </w:r>
      <w:proofErr w:type="spellEnd"/>
    </w:p>
    <w:p w14:paraId="044C208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gcaagaaatt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cttggaactg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tttcttggaa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tttgcgagaa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atgcttgcac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atgcagaaga</w:t>
      </w:r>
      <w:proofErr w:type="spellEnd"/>
    </w:p>
    <w:p w14:paraId="77890B1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aacacgcaaa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ttaatgcctg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tctgtgtgga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aactaaagcc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atagtttcaa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ctatacagcg</w:t>
      </w:r>
      <w:proofErr w:type="spellEnd"/>
    </w:p>
    <w:p w14:paraId="5F7C9EE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taaatataag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ggtattaaaa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tacaagaggg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tgtggttgat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tatggtgcta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gattttactt</w:t>
      </w:r>
      <w:proofErr w:type="spellEnd"/>
    </w:p>
    <w:p w14:paraId="4AE9848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ttacaccagt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aaaacaactg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tagcgtcact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tatcaacaca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cttaacgatc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taaatgaaac</w:t>
      </w:r>
      <w:proofErr w:type="spellEnd"/>
    </w:p>
    <w:p w14:paraId="7B8ECD4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tcttgttaca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atgccacttg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gctatgtaac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acatggctta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aatttggaag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aagctgctcg</w:t>
      </w:r>
      <w:proofErr w:type="spellEnd"/>
    </w:p>
    <w:p w14:paraId="3065A4D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gtatatgaga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tctctcaaag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tgccagctac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agtttctgtt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tcttcacctg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atgctgttac</w:t>
      </w:r>
      <w:proofErr w:type="spellEnd"/>
    </w:p>
    <w:p w14:paraId="467083D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agcgtataat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ggttatctta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cttcttcttc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taaaacacct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gaagaacatt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ttattgaaac</w:t>
      </w:r>
      <w:proofErr w:type="spellEnd"/>
    </w:p>
    <w:p w14:paraId="657DFB5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catctcactt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gctggttcct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ataaagattg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gtcctattct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ggacaatcta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cacaactagg</w:t>
      </w:r>
      <w:proofErr w:type="spellEnd"/>
    </w:p>
    <w:p w14:paraId="2D1FE93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tatagaattt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cttaagagag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gtgataaaag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tgtatattac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actagtaatc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ctaccacatt</w:t>
      </w:r>
      <w:proofErr w:type="spellEnd"/>
    </w:p>
    <w:p w14:paraId="3C43783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ccacctagat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ggtgaagtta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tcacctttga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caatcttaag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acacttcttt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ctttgagaga</w:t>
      </w:r>
      <w:proofErr w:type="spellEnd"/>
    </w:p>
    <w:p w14:paraId="0367B2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agtgaggact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attaaggtgt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ttacaacagt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agacaacatt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aacctccaca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cgcaagttgt</w:t>
      </w:r>
      <w:proofErr w:type="spellEnd"/>
    </w:p>
    <w:p w14:paraId="3C38584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ggacatgtca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atgacatatg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gacaacagtt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tggtccaact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tatttggatg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gagctgatgt</w:t>
      </w:r>
      <w:proofErr w:type="spellEnd"/>
    </w:p>
    <w:p w14:paraId="58A086D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tactaaaata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aaacctcata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attcacatga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aggtaaaaca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ttttatgttt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tacctaatga</w:t>
      </w:r>
      <w:proofErr w:type="spellEnd"/>
    </w:p>
    <w:p w14:paraId="2161020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tgacactcta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cgtgttgagg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cttttgagta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ctaccacaca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actgatccta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gttttctggg</w:t>
      </w:r>
      <w:proofErr w:type="spellEnd"/>
    </w:p>
    <w:p w14:paraId="2196A06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taggtacatg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tcagcattaa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atcacactaa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aaagtggaaa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tacccacaag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ttaatggttt</w:t>
      </w:r>
      <w:proofErr w:type="spellEnd"/>
    </w:p>
    <w:p w14:paraId="2A955B0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aacttctatt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aaatgggcag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ataacaactg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ttatcttgcc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actgcattgt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taacactcca</w:t>
      </w:r>
      <w:proofErr w:type="spellEnd"/>
    </w:p>
    <w:p w14:paraId="3ED2D95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acaaatagag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ttgaagttta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atccacctgc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tctacaagat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gcttattaca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gagcaagggc</w:t>
      </w:r>
      <w:proofErr w:type="spellEnd"/>
    </w:p>
    <w:p w14:paraId="39E7B8D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tggtgaagct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gctaactttt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gtgcacttat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cttagcctac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tgtaataaga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cagtaggtga</w:t>
      </w:r>
      <w:proofErr w:type="spellEnd"/>
    </w:p>
    <w:p w14:paraId="09ABD83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gttaggtgat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gttagagaaa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caatgagtta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cttgtttcaa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catgccaatt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tagattcttg</w:t>
      </w:r>
      <w:proofErr w:type="spellEnd"/>
    </w:p>
    <w:p w14:paraId="20929F5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caaaagagtc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ttgaacgtgg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tgtgtaaaac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ttgtggacaa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cagcagacaa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cccttaaggg</w:t>
      </w:r>
      <w:proofErr w:type="spellEnd"/>
    </w:p>
    <w:p w14:paraId="33F7423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tgtagaagct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gttatgtaca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tgggcacact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ttcttatgaa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caatttaaga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aaggtgttca</w:t>
      </w:r>
      <w:proofErr w:type="spellEnd"/>
    </w:p>
    <w:p w14:paraId="2FB3222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gataccttgt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acgtgtggta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aacaagctac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acaatatcta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gtacaacagg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agtcaccttt</w:t>
      </w:r>
      <w:proofErr w:type="spellEnd"/>
    </w:p>
    <w:p w14:paraId="0630F4A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tgttatgatg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tcagcaccac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ctgctcagta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tgaacttaag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catggtacat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ttacttgtgc</w:t>
      </w:r>
      <w:proofErr w:type="spellEnd"/>
    </w:p>
    <w:p w14:paraId="1F275C8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tagtgagtac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actggtaatt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accagtgtgg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tcactataaa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catataactt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ctaaagaaac</w:t>
      </w:r>
      <w:proofErr w:type="spellEnd"/>
    </w:p>
    <w:p w14:paraId="44156C0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tttgtattgc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atagacggtg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ctttacttac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aaagtcctca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gaatacaaag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gtcctattac</w:t>
      </w:r>
      <w:proofErr w:type="spellEnd"/>
    </w:p>
    <w:p w14:paraId="04DF13B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ggatgttttc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tacaaagaaa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acagttacac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aacaaccata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aaaccagtta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cttataaatt</w:t>
      </w:r>
      <w:proofErr w:type="spellEnd"/>
    </w:p>
    <w:p w14:paraId="7D049AB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ggatggtgtt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gtttgtacag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aaattgaccc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taagttggac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aattattata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agaaagacaa</w:t>
      </w:r>
      <w:proofErr w:type="spellEnd"/>
    </w:p>
    <w:p w14:paraId="34B037A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ttcttatttc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acagagcaac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caattgatct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tgtaccaaac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caaccatatc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caaacgcaag</w:t>
      </w:r>
      <w:proofErr w:type="spellEnd"/>
    </w:p>
    <w:p w14:paraId="675394C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cttcgataat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tttaagtttg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tatgtgataa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tatcaaattt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gctgatgatt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taaaccagtt</w:t>
      </w:r>
      <w:proofErr w:type="spellEnd"/>
    </w:p>
    <w:p w14:paraId="0C7F55F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aactggttat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aagaaacctg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cttcaagaga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gcttaaagtt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acatttttcc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ctgacttaaa</w:t>
      </w:r>
      <w:proofErr w:type="spellEnd"/>
    </w:p>
    <w:p w14:paraId="0C12672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tggtgatgtg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gtggctattg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attataaaca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ctacacaccc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tcttttaaga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aaggagctaa</w:t>
      </w:r>
      <w:proofErr w:type="spellEnd"/>
    </w:p>
    <w:p w14:paraId="390C55B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attgttacat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aaacctattg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tttggcatgt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taacaatgca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actaataaag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ccacgtataa</w:t>
      </w:r>
      <w:proofErr w:type="spellEnd"/>
    </w:p>
    <w:p w14:paraId="2941A58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accaaatacc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tggtgtatac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gttgtctttg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gagcacaaaa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ccggttgaaa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catcaaattc</w:t>
      </w:r>
      <w:proofErr w:type="spellEnd"/>
    </w:p>
    <w:p w14:paraId="5676ECA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gtttgatgta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ctgaagtcag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aggacgcgca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gggaatggat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aatcttgcct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gcgaagatct</w:t>
      </w:r>
      <w:proofErr w:type="spellEnd"/>
    </w:p>
    <w:p w14:paraId="2B62862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aaaaccagtc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tctgaagaag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tagtggaaaa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tcctaccata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cagaaagacg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ttcttgagtg</w:t>
      </w:r>
      <w:proofErr w:type="spellEnd"/>
    </w:p>
    <w:p w14:paraId="7DC0A5A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taatgtgaaa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actaccgaag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ttgtaggaga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cattatactt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aaaccagcaa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ataatagttt</w:t>
      </w:r>
      <w:proofErr w:type="spellEnd"/>
    </w:p>
    <w:p w14:paraId="62A0200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aaaaattaca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gaagaggttg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gccacacaga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tctaatggct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gcttatgtag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acaattctag</w:t>
      </w:r>
      <w:proofErr w:type="spellEnd"/>
    </w:p>
    <w:p w14:paraId="33F9B27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tcttactatt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aagaaaccta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atgaattatc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tagagtgtta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ggtttgaaaa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cccttgctac</w:t>
      </w:r>
      <w:proofErr w:type="spellEnd"/>
    </w:p>
    <w:p w14:paraId="0D3F633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tcatggttta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gctgctgtta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atagtgtccc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ttgggatact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atagctaatt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atgctaagcc</w:t>
      </w:r>
      <w:proofErr w:type="spellEnd"/>
    </w:p>
    <w:p w14:paraId="53CEA18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ttttcttaac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aaagttgtta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gtacaactac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taacatagtt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acacggtgtt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taaaccgtgt</w:t>
      </w:r>
      <w:proofErr w:type="spellEnd"/>
    </w:p>
    <w:p w14:paraId="3917A2B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ttgtactaat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tatatgcctt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atttctttac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tttattgcta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caattgtgta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cttttactag</w:t>
      </w:r>
      <w:proofErr w:type="spellEnd"/>
    </w:p>
    <w:p w14:paraId="5ACB1FA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aagtacaaat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tctagaatta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aagcatctat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gccgactact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atagcaaaga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atactgttaa</w:t>
      </w:r>
      <w:proofErr w:type="spellEnd"/>
    </w:p>
    <w:p w14:paraId="3D8B02B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gagtgtcggt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aaattttgtc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tagaggcttc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atttaattat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ttgaagtcac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ctaatttttc</w:t>
      </w:r>
      <w:proofErr w:type="spellEnd"/>
    </w:p>
    <w:p w14:paraId="18F422A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taaactgata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aatattataa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tttggttttt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actattaagt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gtttgcctag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gttctttaat</w:t>
      </w:r>
      <w:proofErr w:type="spellEnd"/>
    </w:p>
    <w:p w14:paraId="68E1A03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ctactcaacc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gctgctttag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gtgttttaat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gtctaattta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ggcatgcctt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cttactgtac</w:t>
      </w:r>
      <w:proofErr w:type="spellEnd"/>
    </w:p>
    <w:p w14:paraId="32CCC92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tggttacaga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gaaggctatt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tgaactctac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taatgtcact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attgcaacct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actgtactgg</w:t>
      </w:r>
      <w:proofErr w:type="spellEnd"/>
    </w:p>
    <w:p w14:paraId="754ECA1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ttctatacct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tgtagtgttt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gtcttagtgg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tttagattct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ttagacacct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atccttcttt</w:t>
      </w:r>
      <w:proofErr w:type="spellEnd"/>
    </w:p>
    <w:p w14:paraId="6AAADEA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agaaactata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caaattacca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tttcatcttt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taaatgggat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ttaactgctt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ttggcttagt</w:t>
      </w:r>
      <w:proofErr w:type="spellEnd"/>
    </w:p>
    <w:p w14:paraId="382C2C2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tgcagagtgg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tttttggcat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atattctttt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cactaggttt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ttctatgtac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ttggattggc</w:t>
      </w:r>
      <w:proofErr w:type="spellEnd"/>
    </w:p>
    <w:p w14:paraId="11A656D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tgcaatcatg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caattgtttt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tcagctattt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tgcagtacat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tttattagta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attcttggct</w:t>
      </w:r>
      <w:proofErr w:type="spellEnd"/>
    </w:p>
    <w:p w14:paraId="355F4AC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tatgtggtta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ataattaatc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ttgtacaaat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ggccccgatt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tcagctatgg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ttagaatgta</w:t>
      </w:r>
      <w:proofErr w:type="spellEnd"/>
    </w:p>
    <w:p w14:paraId="23C5979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catcttcttt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gcatcatttt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attatgtatg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gaaaagttat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gtgcatgttg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tagacggttg</w:t>
      </w:r>
      <w:proofErr w:type="spellEnd"/>
    </w:p>
    <w:p w14:paraId="6E55D5D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taattcatca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acttgtatga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tgtgttacaa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acgtaataga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gcaacaagag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tcgaatgtac</w:t>
      </w:r>
      <w:proofErr w:type="spellEnd"/>
    </w:p>
    <w:p w14:paraId="6DF8C23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aactattgtt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aatggtgtta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gaaggtcctt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ttatgtctat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gctaatggag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gtaaaggctt</w:t>
      </w:r>
      <w:proofErr w:type="spellEnd"/>
    </w:p>
    <w:p w14:paraId="7B3E90A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ttgcaaacta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cacaattgga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attgtgttaa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ttgtgataca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ttctgtgctg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gtagtacatt</w:t>
      </w:r>
      <w:proofErr w:type="spellEnd"/>
    </w:p>
    <w:p w14:paraId="2A40B2E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tattagtgat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gaagttgcga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gagacttgtc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actacagttt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aaaagaccaa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taaatcctac</w:t>
      </w:r>
      <w:proofErr w:type="spellEnd"/>
    </w:p>
    <w:p w14:paraId="0F1B5BF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tgaccagtct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tcttacatcg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ttgatagtgt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tacagtgaag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aatggttcca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tccatcttta</w:t>
      </w:r>
      <w:proofErr w:type="spellEnd"/>
    </w:p>
    <w:p w14:paraId="27A3369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ctttgataaa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gctggtcaaa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agacttatga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aagacattct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ctctctcatt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ttgttaactt</w:t>
      </w:r>
      <w:proofErr w:type="spellEnd"/>
    </w:p>
    <w:p w14:paraId="3B7148D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agacaacctg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agagctaata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acactaaagg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ttcattgcct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attaatgtta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tagtttttga</w:t>
      </w:r>
      <w:proofErr w:type="spellEnd"/>
    </w:p>
    <w:p w14:paraId="04045D1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tggtaaatca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aaatgtgaag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aatcatctgc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aaaatcagcg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tctgtttact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acagtcagct</w:t>
      </w:r>
      <w:proofErr w:type="spellEnd"/>
    </w:p>
    <w:p w14:paraId="3673EDE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tatgtgtcaa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cctatactgt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tactagatca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ggcattagtg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tctgatgttg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gtgatagtgc</w:t>
      </w:r>
      <w:proofErr w:type="spellEnd"/>
    </w:p>
    <w:p w14:paraId="187BB49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ggaagttgca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gttaaaatgt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ttgatgctta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cgttaatacg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ttttcatcaa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cttttaacgt</w:t>
      </w:r>
      <w:proofErr w:type="spellEnd"/>
    </w:p>
    <w:p w14:paraId="5CCC5C6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accaatggaa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aaactcaaaa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cactagttgc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aactgcagaa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gctgaacttg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caaagaatgt</w:t>
      </w:r>
      <w:proofErr w:type="spellEnd"/>
    </w:p>
    <w:p w14:paraId="27028B5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gtccttagac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aatgtcttat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ctacttttat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ttcagcagct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cggcaagggt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ttgttgattc</w:t>
      </w:r>
      <w:proofErr w:type="spellEnd"/>
    </w:p>
    <w:p w14:paraId="27A7E52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agatgtagaa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actaaagatg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ttgttgaatg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tcttaaattg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tcacatcaat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ctgacataga</w:t>
      </w:r>
      <w:proofErr w:type="spellEnd"/>
    </w:p>
    <w:p w14:paraId="6F0F595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agttactggc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gatagttgta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ataactatat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gctcacctat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aacaaagttg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aaaacatgac</w:t>
      </w:r>
      <w:proofErr w:type="spellEnd"/>
    </w:p>
    <w:p w14:paraId="3AE2693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accccgtgac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cttggtgctt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gtattgactg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tagtgcgcgt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catattaatg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cgcaggtagc</w:t>
      </w:r>
      <w:proofErr w:type="spellEnd"/>
    </w:p>
    <w:p w14:paraId="1AEA64E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aaaaagtcac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aacattgctt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tgatatggaa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cgttaaagat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ttcatgtcat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tgtctgaaca</w:t>
      </w:r>
      <w:proofErr w:type="spellEnd"/>
    </w:p>
    <w:p w14:paraId="2D2CCAA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actacgaaaa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caaatacgta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gtgctgctaa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aaagaataac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ttacctttta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agttgacatg</w:t>
      </w:r>
      <w:proofErr w:type="spellEnd"/>
    </w:p>
    <w:p w14:paraId="2A683ED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tgcaactact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agacaagttg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ttaatgttgt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aacaacaaag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atagcactta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agggtggtaa</w:t>
      </w:r>
      <w:proofErr w:type="spellEnd"/>
    </w:p>
    <w:p w14:paraId="7C40935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aattgttaat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aattggttga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agcagttaat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taaagttaca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cttgtgttcc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tttttgttgc</w:t>
      </w:r>
      <w:proofErr w:type="spellEnd"/>
    </w:p>
    <w:p w14:paraId="5460DEB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tgctattttc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tatttaataa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cacctgttca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tgtcatgtct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aaacatactg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acttttcaag</w:t>
      </w:r>
      <w:proofErr w:type="spellEnd"/>
    </w:p>
    <w:p w14:paraId="234C432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tgaaatcata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ggatacaagg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ctattgatgg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tggtgtcact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cgtgacatag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catctacaga</w:t>
      </w:r>
      <w:proofErr w:type="spellEnd"/>
    </w:p>
    <w:p w14:paraId="3FB83B7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tacttgtttt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gctaacaaac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atgctgattt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tgacacatgg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tttagccagc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gtggtggtag</w:t>
      </w:r>
      <w:proofErr w:type="spellEnd"/>
    </w:p>
    <w:p w14:paraId="19CEA62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ttatactaat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gacaaagctt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gcccattgat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tgctgcagtc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ataacaagag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aagtgggttt</w:t>
      </w:r>
      <w:proofErr w:type="spellEnd"/>
    </w:p>
    <w:p w14:paraId="27C87F5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tgtcgtgcct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ggtttgcctg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gcacgatatt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acgcacaact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aatggtgact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ttttgcattt</w:t>
      </w:r>
      <w:proofErr w:type="spellEnd"/>
    </w:p>
    <w:p w14:paraId="51CA9C7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cttacctaga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gtttttagtg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cagttggtaa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catctgttac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acaccatcaa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aacttataga</w:t>
      </w:r>
      <w:proofErr w:type="spellEnd"/>
    </w:p>
    <w:p w14:paraId="64E0D22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gtacactgac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tttgcaacat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cagcttgtgt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tttggctgct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gaatgtacaa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tttttaaaga</w:t>
      </w:r>
      <w:proofErr w:type="spellEnd"/>
    </w:p>
    <w:p w14:paraId="1FEBDF7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tgcttctggt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aagccagtac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catattgtta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tgataccaat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gtactagaag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gttctgttgc</w:t>
      </w:r>
      <w:proofErr w:type="spellEnd"/>
    </w:p>
    <w:p w14:paraId="36E9A1C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ttatgaaaat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ttacgccctg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acacacgtta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tgtgctcatg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gatggctcta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ttattcaatt</w:t>
      </w:r>
      <w:proofErr w:type="spellEnd"/>
    </w:p>
    <w:p w14:paraId="3BEFB07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tcctaacacc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taccttgaag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gttctgttag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agtggtaaca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acttttgatt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ctgagtactg</w:t>
      </w:r>
      <w:proofErr w:type="spellEnd"/>
    </w:p>
    <w:p w14:paraId="7552DF3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taggcacggc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acttgtgaaa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gatcagaagc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gtatctacta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gtggtagatg</w:t>
      </w:r>
      <w:proofErr w:type="spellEnd"/>
    </w:p>
    <w:p w14:paraId="074AFE9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ggtacttaac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aatgattatt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acagatcttt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accaggagtt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ttctgtggtg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tagatgctgt</w:t>
      </w:r>
      <w:proofErr w:type="spellEnd"/>
    </w:p>
    <w:p w14:paraId="631632E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aaatttactt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actaatatgt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ttacaccact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aattcaacct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attggtgctt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tggacatatc</w:t>
      </w:r>
      <w:proofErr w:type="spellEnd"/>
    </w:p>
    <w:p w14:paraId="65AAF93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agcatctata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gtagctggtg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gtattgtagc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tatcgtagta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acatgccttg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cctactattt</w:t>
      </w:r>
      <w:proofErr w:type="spellEnd"/>
    </w:p>
    <w:p w14:paraId="6B28A40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tatgaggttt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agaagagctt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ttggtgaata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cagtcatgta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gttgccttta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atactttact</w:t>
      </w:r>
      <w:proofErr w:type="spellEnd"/>
    </w:p>
    <w:p w14:paraId="1128841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attccttatg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tcattcactg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tactctgttt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aacaccagtt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tactcattct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tacctggtgt</w:t>
      </w:r>
      <w:proofErr w:type="spellEnd"/>
    </w:p>
    <w:p w14:paraId="5A605C5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ttattctgtt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atttacttgt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acttgacatt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ttatcttact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aatgatgttt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cttttttagc</w:t>
      </w:r>
      <w:proofErr w:type="spellEnd"/>
    </w:p>
    <w:p w14:paraId="3DC45F3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acatattcag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tggatggtta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tgttcacacc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tttagtacct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ttctggataa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caattgctta</w:t>
      </w:r>
      <w:proofErr w:type="spellEnd"/>
    </w:p>
    <w:p w14:paraId="3185650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tatcatttgt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atttccacaa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agcatttcta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ttggttcttt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agtaattacc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taaagagacg</w:t>
      </w:r>
      <w:proofErr w:type="spellEnd"/>
    </w:p>
    <w:p w14:paraId="658158D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aatggtgttt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cctttagtac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ttttgaagaa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gctgcgctgt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gcaccttttt</w:t>
      </w:r>
      <w:proofErr w:type="spellEnd"/>
    </w:p>
    <w:p w14:paraId="2E39284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gttaaataaa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gaaatgtatc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taaagttgcg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tagtgatgtg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ctattacctc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ttacgcaata</w:t>
      </w:r>
      <w:proofErr w:type="spellEnd"/>
    </w:p>
    <w:p w14:paraId="61CA601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taatagatac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ttagctcttt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ataataagta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caagtatttt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agtggagcaa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tggatacaac</w:t>
      </w:r>
      <w:proofErr w:type="spellEnd"/>
    </w:p>
    <w:p w14:paraId="2BD6273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tagctacaga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gaagctgctt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gttgtcatct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cgcaaaggct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ctcaatgact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tcagtaactc</w:t>
      </w:r>
      <w:proofErr w:type="spellEnd"/>
    </w:p>
    <w:p w14:paraId="51AADA9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aggttctgat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gttctttacc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aaccaccaca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aacctctatc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acctcagctg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ttttgcagag</w:t>
      </w:r>
      <w:proofErr w:type="spellEnd"/>
    </w:p>
    <w:p w14:paraId="2290D7D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tggttttaga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aaaatggcat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tcccatctgg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taaagttgag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ggttgtatgg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tacaagtaac</w:t>
      </w:r>
      <w:proofErr w:type="spellEnd"/>
    </w:p>
    <w:p w14:paraId="29B5AFD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ttgtggtaca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actacactta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acggtctttg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gcttgatgac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gtagtttact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gtccaagaca</w:t>
      </w:r>
      <w:proofErr w:type="spellEnd"/>
    </w:p>
    <w:p w14:paraId="3A27CFA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tgtgatctgc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acctctgaag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acatgcttaa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ccctaattat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gaagatttac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tcattcgtaa</w:t>
      </w:r>
      <w:proofErr w:type="spellEnd"/>
    </w:p>
    <w:p w14:paraId="24561FD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gtctaatcat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aatttcttgg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tacaggctgg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taatgttcaa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ctcagggtta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ttggacattc</w:t>
      </w:r>
      <w:proofErr w:type="spellEnd"/>
    </w:p>
    <w:p w14:paraId="17117E9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tatgcaaaat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tgtgtactta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agcttaaggt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tgatacagcc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aatcctaaga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cacctaagta</w:t>
      </w:r>
      <w:proofErr w:type="spellEnd"/>
    </w:p>
    <w:p w14:paraId="153117E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taagtttgtt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cgcattcaac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caggacagac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tttttcagtg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ttagcttgtt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acaatggttc</w:t>
      </w:r>
      <w:proofErr w:type="spellEnd"/>
    </w:p>
    <w:p w14:paraId="176EDE9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accatctggt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gtttaccaat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gtgctatgag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gcccaatttc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actattaagg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gttcattcct</w:t>
      </w:r>
      <w:proofErr w:type="spellEnd"/>
    </w:p>
    <w:p w14:paraId="135E59B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taatggttca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tgtggtagtg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ttggttttaa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catagattat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gactgtgtct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ctttttgtta</w:t>
      </w:r>
      <w:proofErr w:type="spellEnd"/>
    </w:p>
    <w:p w14:paraId="25A49BE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catgcaccat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atggaattac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caactggagt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tcatgctggc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acagacttag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aaggtaactt</w:t>
      </w:r>
      <w:proofErr w:type="spellEnd"/>
    </w:p>
    <w:p w14:paraId="36FE696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ttatggacct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tttgttgaca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ggcaaacagc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acaagcagct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ggtacggaca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caactattac</w:t>
      </w:r>
      <w:proofErr w:type="spellEnd"/>
    </w:p>
    <w:p w14:paraId="591F596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agttaatgtt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ttagcttggt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tgtacgctgc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tgttataaat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ggagacaggt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ggtttctcaa</w:t>
      </w:r>
      <w:proofErr w:type="spellEnd"/>
    </w:p>
    <w:p w14:paraId="22B4D5D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tcgatttacc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acaactctta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atgactttaa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ccttgtggct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atgaagtaca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attatgaacc</w:t>
      </w:r>
      <w:proofErr w:type="spellEnd"/>
    </w:p>
    <w:p w14:paraId="0E7BD59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tctaacacaa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gaccatgttg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acatactagg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acctctttct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gctcaaactg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gaattgtcgt</w:t>
      </w:r>
      <w:proofErr w:type="spellEnd"/>
    </w:p>
    <w:p w14:paraId="3FBE0F2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tttagatatg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tgtgcttcat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taaaagaatt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actgcaaaat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ggtatgaatg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gacgtaccat</w:t>
      </w:r>
      <w:proofErr w:type="spellEnd"/>
    </w:p>
    <w:p w14:paraId="7958D47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attgggtagt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gctttattag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aagatgaatt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tacacctttt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gatgttgtta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gacaatgctc</w:t>
      </w:r>
      <w:proofErr w:type="spellEnd"/>
    </w:p>
    <w:p w14:paraId="5FDCA08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aggtgttact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ttccaaagtg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cagtgaaaag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aacaatcaag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ggtacacacc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actggttgtt</w:t>
      </w:r>
      <w:proofErr w:type="spellEnd"/>
    </w:p>
    <w:p w14:paraId="2E06D16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actcacaatt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ttgacttcac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ttttagtttt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agtccagagt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actcaatggt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ctttgttctt</w:t>
      </w:r>
      <w:proofErr w:type="spellEnd"/>
    </w:p>
    <w:p w14:paraId="569B3F8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ttttttgtat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gaaaatgcct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ttttaccttt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tgctatgggt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attattgcta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tgtctgcttt</w:t>
      </w:r>
      <w:proofErr w:type="spellEnd"/>
    </w:p>
    <w:p w14:paraId="1CE09D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tgcaatgatg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tttgtcaaac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ataagcatgc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atttctctgt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taccttctct</w:t>
      </w:r>
      <w:proofErr w:type="spellEnd"/>
    </w:p>
    <w:p w14:paraId="7007C6B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tgccactgta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gcttatttta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atatggtcta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tatgcctgct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agttgggtga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tgcgtattat</w:t>
      </w:r>
      <w:proofErr w:type="spellEnd"/>
    </w:p>
    <w:p w14:paraId="75602F2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gacatggttg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gatatggttg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atactagttt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gaagctaaaa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gactgtgtta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tgtatgcatc</w:t>
      </w:r>
      <w:proofErr w:type="spellEnd"/>
    </w:p>
    <w:p w14:paraId="05FECE8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agctgtagtg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ttactaatcc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ttatgacagc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aagaactgtg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tatgatgatg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gtgctaggag</w:t>
      </w:r>
      <w:proofErr w:type="spellEnd"/>
    </w:p>
    <w:p w14:paraId="1B46E52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agtgtggaca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cttatgaatg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tcttgacact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cgtttataaa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gtttattatg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gtaatgcttt</w:t>
      </w:r>
      <w:proofErr w:type="spellEnd"/>
    </w:p>
    <w:p w14:paraId="09D181D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agatcaagcc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atttccatgt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gggctcttat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aatctctgtt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acttctaact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actcaggtgt</w:t>
      </w:r>
      <w:proofErr w:type="spellEnd"/>
    </w:p>
    <w:p w14:paraId="456E5D2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agttacaact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gtcatgtttt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tggccagagg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tattgttttt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atgtgtgttg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agtattgccc</w:t>
      </w:r>
      <w:proofErr w:type="spellEnd"/>
    </w:p>
    <w:p w14:paraId="35F7C74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tattttcttc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ataactggta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atacacttca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gtgtataatg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ctagtttatt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gtttcttagg</w:t>
      </w:r>
      <w:proofErr w:type="spellEnd"/>
    </w:p>
    <w:p w14:paraId="7DA3E3A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ctatttttgt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acttgttact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ttggcctctt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ttgtttactc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aaccgctact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ttagactgac</w:t>
      </w:r>
      <w:proofErr w:type="spellEnd"/>
    </w:p>
    <w:p w14:paraId="13614BB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tcttggtgtt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tatgattact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tagtttctac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acaggagttt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agatatatga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attcacaggg</w:t>
      </w:r>
      <w:proofErr w:type="spellEnd"/>
    </w:p>
    <w:p w14:paraId="16A39C5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actactccca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cccaagaata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gcatagatgc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cttcaaactc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aacattaaat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tgttgggtgt</w:t>
      </w:r>
      <w:proofErr w:type="spellEnd"/>
    </w:p>
    <w:p w14:paraId="1DB20AD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tggtggcaaa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ccttgtatca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aagtagccac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tgtacagtct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aaaatgtcag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atgtaaagtg</w:t>
      </w:r>
      <w:proofErr w:type="spellEnd"/>
    </w:p>
    <w:p w14:paraId="5257251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cacatcagta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gtcttactct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cagttttgca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acaactcaga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gtagaatcat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catctaaatt</w:t>
      </w:r>
      <w:proofErr w:type="spellEnd"/>
    </w:p>
    <w:p w14:paraId="7436994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gtgggctcaa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tgtgtccagt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tacacaatga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cattctctta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gctaaagata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ctactgaagc</w:t>
      </w:r>
      <w:proofErr w:type="spellEnd"/>
    </w:p>
    <w:p w14:paraId="6DA416C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ctttgaaaaa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atggtttcac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tactttctgt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tttgctttcc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atgcagggtg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ctgtagacat</w:t>
      </w:r>
      <w:proofErr w:type="spellEnd"/>
    </w:p>
    <w:p w14:paraId="4B0AE19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aaacaagctt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tgtgaagaaa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tgctggacaa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cagggcaacc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ttacaagcta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tagcctcaga</w:t>
      </w:r>
      <w:proofErr w:type="spellEnd"/>
    </w:p>
    <w:p w14:paraId="7B7CCC6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gtttagttcc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cttccatcat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atgcagcttt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tgctactgct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caagaagctt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atgagcaggc</w:t>
      </w:r>
      <w:proofErr w:type="spellEnd"/>
    </w:p>
    <w:p w14:paraId="7DBA328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tgttgctaat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ggtgattctg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aagttgttct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taaaaagttg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aagaagtctt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tgaatgtggc</w:t>
      </w:r>
      <w:proofErr w:type="spellEnd"/>
    </w:p>
    <w:p w14:paraId="6B315E5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taaatctgaa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tttgaccgtg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atgcagccat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gcaacgtaag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ttggaaaaga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tggctgatca</w:t>
      </w:r>
      <w:proofErr w:type="spellEnd"/>
    </w:p>
    <w:p w14:paraId="5FFD7F8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agctatgacc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caaatgtata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aacaggctag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atctgaggac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aagagggcaa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aagttactag</w:t>
      </w:r>
      <w:proofErr w:type="spellEnd"/>
    </w:p>
    <w:p w14:paraId="1B12605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tgctatgcag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acaatgcttt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tcactatgct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tagaaagttg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gataatgatg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cactcaacaa</w:t>
      </w:r>
      <w:proofErr w:type="spellEnd"/>
    </w:p>
    <w:p w14:paraId="2B06E4F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cattatcaac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aatgcaagag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atggttgtgt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tcccttgaac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ataatacctc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ttacaacagc</w:t>
      </w:r>
      <w:proofErr w:type="spellEnd"/>
    </w:p>
    <w:p w14:paraId="4289A44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agccaaacta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atggttgtca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taccagacta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taacacatat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aaaaatacgt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gtgatggtac</w:t>
      </w:r>
      <w:proofErr w:type="spellEnd"/>
    </w:p>
    <w:p w14:paraId="3570108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aacatttact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tatgcatcag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cattgtggga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aatccaacag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gttgtagatg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cagatagtaa</w:t>
      </w:r>
      <w:proofErr w:type="spellEnd"/>
    </w:p>
    <w:p w14:paraId="2736277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aattgttcaa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cttagtgaaa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ttagtatgga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caattcacct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aatttagcat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ggcctcttat</w:t>
      </w:r>
      <w:proofErr w:type="spellEnd"/>
    </w:p>
    <w:p w14:paraId="6394CAB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tgtaacagct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ttaagggcca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attctgctgt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caaattacag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aataatgagc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ttagtcctgt</w:t>
      </w:r>
      <w:proofErr w:type="spellEnd"/>
    </w:p>
    <w:p w14:paraId="5E3170B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tgcactacga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cagatgtctt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gtgctgccgg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tactacacaa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actgcttgca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ctgatgacaa</w:t>
      </w:r>
      <w:proofErr w:type="spellEnd"/>
    </w:p>
    <w:p w14:paraId="29BE436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tgcgttagct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tattacaaca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caacaaaggg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aggtaggttt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gtacttgcac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tgttatccga</w:t>
      </w:r>
      <w:proofErr w:type="spellEnd"/>
    </w:p>
    <w:p w14:paraId="032D546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tttacaggat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ttgaaatggg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ctagattccc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taagagtgat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ggaactggta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ctatctatac</w:t>
      </w:r>
      <w:proofErr w:type="spellEnd"/>
    </w:p>
    <w:p w14:paraId="7D0B1EB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agaactggaa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ccaccttgta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ggtttgttac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agacacacct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aaaggtccta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aagtgaagta</w:t>
      </w:r>
      <w:proofErr w:type="spellEnd"/>
    </w:p>
    <w:p w14:paraId="2EA77BD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tttatacttt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attaaaggat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taaacaacct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aaatagaggt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atggtacttg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gtagtttagc</w:t>
      </w:r>
      <w:proofErr w:type="spellEnd"/>
    </w:p>
    <w:p w14:paraId="6A472B5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tgccacagta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cgtctacaag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ctggtaatgc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aacagaagtg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cctgccaatt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caactgtatt</w:t>
      </w:r>
      <w:proofErr w:type="spellEnd"/>
    </w:p>
    <w:p w14:paraId="47569DF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atctttctgt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gcttttgctg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tagatgctgc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taaagcttac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aaagattatc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tagctagtgg</w:t>
      </w:r>
      <w:proofErr w:type="spellEnd"/>
    </w:p>
    <w:p w14:paraId="60F6119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gggacaacca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atcactaatt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gtgttaagat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gttgtgtaca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cacactggta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ctggtcaggc</w:t>
      </w:r>
      <w:proofErr w:type="spellEnd"/>
    </w:p>
    <w:p w14:paraId="5B0EF04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aataacagtt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acaccggaag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ccaatatgga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tcaagaatcc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tttggtggtg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catcgtgttg</w:t>
      </w:r>
      <w:proofErr w:type="spellEnd"/>
    </w:p>
    <w:p w14:paraId="6723D23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tctgtactgc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cgttgccaca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tagatcatcc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aaatcctaaa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ggattttgtg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acttaaaagg</w:t>
      </w:r>
      <w:proofErr w:type="spellEnd"/>
    </w:p>
    <w:p w14:paraId="64456C3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taagtatgta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caaataccta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caacttgtgc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taatgaccct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gtgggtttta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cacttaaaaa</w:t>
      </w:r>
      <w:proofErr w:type="spellEnd"/>
    </w:p>
    <w:p w14:paraId="56545B3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cacagtctgt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accgtctgcg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gtatgtggaa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aggttatggc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tgtagttgtg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atcaactccg</w:t>
      </w:r>
      <w:proofErr w:type="spellEnd"/>
    </w:p>
    <w:p w14:paraId="7D3BDE1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cgaacccatg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cttcagtcag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ctgatgcaca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atcgttttta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aacgggtttg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cggtgtaagt</w:t>
      </w:r>
      <w:proofErr w:type="spellEnd"/>
    </w:p>
    <w:p w14:paraId="7CC2F58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gcagcccgtc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ttacaccgtg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cggcacaggc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actagtactg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atgtcgtata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cagggctttt</w:t>
      </w:r>
      <w:proofErr w:type="spellEnd"/>
    </w:p>
    <w:p w14:paraId="5E526DF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gacatctaca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atgataaagt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agctggtttt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gctaaattcc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taaaaactaa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ttgttgtcgc</w:t>
      </w:r>
      <w:proofErr w:type="spellEnd"/>
    </w:p>
    <w:p w14:paraId="1B52B8C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ttccaagaaa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aggacgaaga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tgacaattta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attgattctt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actttgtagt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taagagacac</w:t>
      </w:r>
      <w:proofErr w:type="spellEnd"/>
    </w:p>
    <w:p w14:paraId="4F86E49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actttctcta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actaccaaca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tgaagaaaca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atttataatt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tacttaagga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ttgtccagct</w:t>
      </w:r>
      <w:proofErr w:type="spellEnd"/>
    </w:p>
    <w:p w14:paraId="04FD115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gttgctaaac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atgacttctt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taagtttaga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atagacggtg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acatggtacc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acatatatca</w:t>
      </w:r>
      <w:proofErr w:type="spellEnd"/>
    </w:p>
    <w:p w14:paraId="7B8FC45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cgtcaacgtc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ttactaaata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cacaatggca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gacctcgtct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atgctttaag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gcattttgat</w:t>
      </w:r>
      <w:proofErr w:type="spellEnd"/>
    </w:p>
    <w:p w14:paraId="556C609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gaaggtaatt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gtgatacatt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aaaagaaata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cttgtcacat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acaattgttg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tgatgatgat</w:t>
      </w:r>
      <w:proofErr w:type="spellEnd"/>
    </w:p>
    <w:p w14:paraId="39C1C3F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tatttcaata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aaaaggactg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gtatgatttt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gtagaaaacc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cagatatatt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acgcgtatac</w:t>
      </w:r>
      <w:proofErr w:type="spellEnd"/>
    </w:p>
    <w:p w14:paraId="5986B48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gccaacttag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gtgaacgtgt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acgccaagct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ttgttaaaaa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cagtacaatt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ctgtgatgcc</w:t>
      </w:r>
      <w:proofErr w:type="spellEnd"/>
    </w:p>
    <w:p w14:paraId="1FC8F09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atgcgaaatg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ctggtattgt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tggtgtactg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acattagata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atcaagatct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caatggtaac</w:t>
      </w:r>
      <w:proofErr w:type="spellEnd"/>
    </w:p>
    <w:p w14:paraId="7AC3B91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tggtatgatt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tcggtgattt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catacaaacc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acgccaggta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gtggagttcc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tgttgtagat</w:t>
      </w:r>
      <w:proofErr w:type="spellEnd"/>
    </w:p>
    <w:p w14:paraId="41A14D9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tcttattatt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cattgttaat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gcctatatta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accttgacca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gggctttaac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tgcagagtca</w:t>
      </w:r>
      <w:proofErr w:type="spellEnd"/>
    </w:p>
    <w:p w14:paraId="642ACC1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catgttgaca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ctgacttaac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aaagccttac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attaagtggg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atttgttaaa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atatgacttc</w:t>
      </w:r>
      <w:proofErr w:type="spellEnd"/>
    </w:p>
    <w:p w14:paraId="58E52CB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acggaagaga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ggttaaaact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ctttgaccgt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tattttaaat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attgggatca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gacataccac</w:t>
      </w:r>
      <w:proofErr w:type="spellEnd"/>
    </w:p>
    <w:p w14:paraId="6AF1E49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ccaaattgtg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ttaactgttt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ggatgacaga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tgcattctgc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attgtgcaaa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ctttaatgtt</w:t>
      </w:r>
      <w:proofErr w:type="spellEnd"/>
    </w:p>
    <w:p w14:paraId="5CDC3D5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ttattctcta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cagtgttccc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acttacaagt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tttggaccac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tagtgagaaa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aatatttgtt</w:t>
      </w:r>
      <w:proofErr w:type="spellEnd"/>
    </w:p>
    <w:p w14:paraId="082A187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gatggtgttc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catttgtagt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ttcaactgga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taccacttca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gagagctagg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tgttgtacat</w:t>
      </w:r>
      <w:proofErr w:type="spellEnd"/>
    </w:p>
    <w:p w14:paraId="51F82E6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aatcaggatg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taaacttaca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tagctctaga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cttagtttta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aggaattact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tgtgtatgct</w:t>
      </w:r>
      <w:proofErr w:type="spellEnd"/>
    </w:p>
    <w:p w14:paraId="3918AAE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gctgaccctg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ctatgcacgc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tgcttctggt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aatctattac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tagataaacg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cactacgtgc</w:t>
      </w:r>
      <w:proofErr w:type="spellEnd"/>
    </w:p>
    <w:p w14:paraId="0260AA4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ttttcagtag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ctgcacttac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taacaatgtt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gcttttcaaa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ctgtcaaacc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cggtaatttt</w:t>
      </w:r>
      <w:proofErr w:type="spellEnd"/>
    </w:p>
    <w:p w14:paraId="5170F0C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aacaaagact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tctatgactt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tgctgtgtct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aagggtttct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ttaaggaagg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aagttctgtt</w:t>
      </w:r>
      <w:proofErr w:type="spellEnd"/>
    </w:p>
    <w:p w14:paraId="74D3039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gaattaaaac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acttcttctt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tgctcaggat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ggtaatgctg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ctatcagcga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ttatgactac</w:t>
      </w:r>
      <w:proofErr w:type="spellEnd"/>
    </w:p>
    <w:p w14:paraId="5E3D0F1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tatcgttata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atctaccaac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aatgtgtgat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atcagacaac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tactatttgt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agttgaagtt</w:t>
      </w:r>
      <w:proofErr w:type="spellEnd"/>
    </w:p>
    <w:p w14:paraId="6778ECC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gttgataagt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actttgattg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ttacgatggt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ggctgtatta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atgctaacca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agtcatcgtc</w:t>
      </w:r>
      <w:proofErr w:type="spellEnd"/>
    </w:p>
    <w:p w14:paraId="251F643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aacaacctag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acaaatcagc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tggttttcca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tttaataaat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ggggtaaggc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tagactttat</w:t>
      </w:r>
      <w:proofErr w:type="spellEnd"/>
    </w:p>
    <w:p w14:paraId="405412A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tatgattcaa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tgagttatga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ggatcaagat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gcacttttcg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catatacaaa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acgtaatgtc</w:t>
      </w:r>
      <w:proofErr w:type="spellEnd"/>
    </w:p>
    <w:p w14:paraId="745C82D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atccctacta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taactcaaat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gaatcttaag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tatgccatta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gtgcaaagaa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tagagctcgc</w:t>
      </w:r>
      <w:proofErr w:type="spellEnd"/>
    </w:p>
    <w:p w14:paraId="1C1504D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accgtagctg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gtgtctctat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ctgtagtact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atgaccaata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gacagtttca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tcaaaaatta</w:t>
      </w:r>
      <w:proofErr w:type="spellEnd"/>
    </w:p>
    <w:p w14:paraId="6D68957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ttgaaatcaa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tagccgccac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tagaggagct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actgtagtaa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ttggaacaag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caaattctat</w:t>
      </w:r>
      <w:proofErr w:type="spellEnd"/>
    </w:p>
    <w:p w14:paraId="603B91E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ggtggttggc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acaacatgtt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aaaaactgtt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tatagtgatg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tagaaaaccc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tcaccttatg</w:t>
      </w:r>
      <w:proofErr w:type="spellEnd"/>
    </w:p>
    <w:p w14:paraId="685965C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ggttgggatt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atcctaaatg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tgatagagcc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atgcctaaca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tgcttagaat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tatggcctca</w:t>
      </w:r>
      <w:proofErr w:type="spellEnd"/>
    </w:p>
    <w:p w14:paraId="48A307E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cttgttcttg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ctcgcaaaca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tacaacgtgt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tgtagcttgt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cacaccgttt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ctatagatta</w:t>
      </w:r>
      <w:proofErr w:type="spellEnd"/>
    </w:p>
    <w:p w14:paraId="3172AC4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gctaatgagt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gtgctcaagt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attgagtgaa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atggtcatgt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gtggcggttc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actatatgtt</w:t>
      </w:r>
      <w:proofErr w:type="spellEnd"/>
    </w:p>
    <w:p w14:paraId="1748736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aaaccaggtg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gaacctcatc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aggagatgcc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acaactgctt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atgctaatag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tgtttttaac</w:t>
      </w:r>
      <w:proofErr w:type="spellEnd"/>
    </w:p>
    <w:p w14:paraId="517F9B5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atttgtcaag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ctgtcacggc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caatgttaat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gcacttttat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ctactgatgg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taacaaaatt</w:t>
      </w:r>
      <w:proofErr w:type="spellEnd"/>
    </w:p>
    <w:p w14:paraId="27784F6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gccgataagt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atgtccgcaa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tttacaacac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agactttatg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agtgtctcta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tagaaataga</w:t>
      </w:r>
      <w:proofErr w:type="spellEnd"/>
    </w:p>
    <w:p w14:paraId="4D8AC54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gatgttgaca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cagactttgt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gaatgagttt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tacgcatatt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tgcgtaaaca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tttctcaatg</w:t>
      </w:r>
      <w:proofErr w:type="spellEnd"/>
    </w:p>
    <w:p w14:paraId="5FBE609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atgatactct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ctgacgatgc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tgttgtgtgt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ttcaatagca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cttatgcatc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tcaaggtcta</w:t>
      </w:r>
      <w:proofErr w:type="spellEnd"/>
    </w:p>
    <w:p w14:paraId="258BBAF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gtggctagca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taaagaactt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taagtcagtt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ctttattatc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aaaacaatgt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ttttatgtct</w:t>
      </w:r>
      <w:proofErr w:type="spellEnd"/>
    </w:p>
    <w:p w14:paraId="7C8FC40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gaagcaaaat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gttggactga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gactgacctt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actaaaggac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ctcatgaatt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ttgctctcaa</w:t>
      </w:r>
      <w:proofErr w:type="spellEnd"/>
    </w:p>
    <w:p w14:paraId="32614DB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catacaatgc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tagttaaaca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gggtgatgat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tatgtgtacc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ttccttaccc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agatccatca</w:t>
      </w:r>
      <w:proofErr w:type="spellEnd"/>
    </w:p>
    <w:p w14:paraId="59F020D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agaatcctag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gggccggctg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ttttgtagat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gatatcgtaa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aaacagatgg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tacacttatg</w:t>
      </w:r>
      <w:proofErr w:type="spellEnd"/>
    </w:p>
    <w:p w14:paraId="6C29393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attgaacggt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tcgtgtcttt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agctatagat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gcttacccac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ttactaaaca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tcctaatcag</w:t>
      </w:r>
      <w:proofErr w:type="spellEnd"/>
    </w:p>
    <w:p w14:paraId="0483D92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gagtatgctg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atgtctttca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tttgtactta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caatacataa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gaaagctaca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tgatgagtta</w:t>
      </w:r>
      <w:proofErr w:type="spellEnd"/>
    </w:p>
    <w:p w14:paraId="512E8A9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acaggacaca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tgttagacat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gtattctgtt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atgcttacta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atgataacac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ttcaaggtat</w:t>
      </w:r>
      <w:proofErr w:type="spellEnd"/>
    </w:p>
    <w:p w14:paraId="0188233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tgggaacctg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agttttatga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ggctatgtac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acaccgcata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cagtcttaca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ggctgttggg</w:t>
      </w:r>
      <w:proofErr w:type="spellEnd"/>
    </w:p>
    <w:p w14:paraId="5EBAE23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gcttgtgttc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tttgcaattc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acagacttca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ttaagatgtg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gtgcttgcat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acgtagacca</w:t>
      </w:r>
      <w:proofErr w:type="spellEnd"/>
    </w:p>
    <w:p w14:paraId="4284786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ttcttatgtt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gtaaatgctg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ttacgaccat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gtcatatcaa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catcacataa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attagtcttg</w:t>
      </w:r>
      <w:proofErr w:type="spellEnd"/>
    </w:p>
    <w:p w14:paraId="6F0AC28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tctgttaatc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cgtatgtttg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caatgctcca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ggttgtgatg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tcacagatgt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gactcaactt</w:t>
      </w:r>
      <w:proofErr w:type="spellEnd"/>
    </w:p>
    <w:p w14:paraId="0AD4C19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tacttaggag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gtatgagcta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ttattgtaaa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tcacataaac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cacccattag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ttttccattg</w:t>
      </w:r>
      <w:proofErr w:type="spellEnd"/>
    </w:p>
    <w:p w14:paraId="1F13283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tgtgctaatg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gacaagtttt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tggtttatat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aaaaatacat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gtgttggtag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cgataatgtt</w:t>
      </w:r>
      <w:proofErr w:type="spellEnd"/>
    </w:p>
    <w:p w14:paraId="3CFA19C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actgacttta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atgcaattgc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aacatgtgac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tggacaaatg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ctggtgatta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cattttagct</w:t>
      </w:r>
      <w:proofErr w:type="spellEnd"/>
    </w:p>
    <w:p w14:paraId="61BB945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aacacctgta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ctgaaagact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caagcttttt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gcagcagaaa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cgctcaaagc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tactgaggag</w:t>
      </w:r>
      <w:proofErr w:type="spellEnd"/>
    </w:p>
    <w:p w14:paraId="7436145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acatttaaac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tgtcttatgg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tattgctact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gtacgtgaag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tgctgtctga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cagagaatta</w:t>
      </w:r>
      <w:proofErr w:type="spellEnd"/>
    </w:p>
    <w:p w14:paraId="59B7EFF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catctttcat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gggaagttgg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taaacctaga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ccaccactta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accgaaatta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tgtctttact</w:t>
      </w:r>
      <w:proofErr w:type="spellEnd"/>
    </w:p>
    <w:p w14:paraId="007D381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ggttatcgtg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taactaaaaa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cagtaaagta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caaataggag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agtacacctt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tgaaaaaggt</w:t>
      </w:r>
      <w:proofErr w:type="spellEnd"/>
    </w:p>
    <w:p w14:paraId="5EDD72A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gactatggtg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atgctgttgt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ttaccgaggt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acaacaactt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acaaattaaa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tgttggtgat</w:t>
      </w:r>
      <w:proofErr w:type="spellEnd"/>
    </w:p>
    <w:p w14:paraId="7084D95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tattttgtgc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tgacatcaca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tacagtaatg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ccattaagtg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cacctacact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agtgccacaa</w:t>
      </w:r>
      <w:proofErr w:type="spellEnd"/>
    </w:p>
    <w:p w14:paraId="339203D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gagcactatg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ttagaattac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tggcttatac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ccaacactca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atatctcaga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tgagttttct</w:t>
      </w:r>
      <w:proofErr w:type="spellEnd"/>
    </w:p>
    <w:p w14:paraId="03AB36D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agcaatgttg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caaattatca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aaaggttggt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atgcaaaagt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attctacact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ccagggacca</w:t>
      </w:r>
      <w:proofErr w:type="spellEnd"/>
    </w:p>
    <w:p w14:paraId="5A638BC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cctggtactg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gtaagagtca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ttttgctatt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ggcctagctc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tctactaccc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ttctgctcgc</w:t>
      </w:r>
      <w:proofErr w:type="spellEnd"/>
    </w:p>
    <w:p w14:paraId="37F5470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atagtgtata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cagcttgctc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tcatgccgct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gttgatgcac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tatgtgagaa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ggcattaaaa</w:t>
      </w:r>
      <w:proofErr w:type="spellEnd"/>
    </w:p>
    <w:p w14:paraId="57B392B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tatttgccta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tagataaatg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tagtagaatt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atacctgcac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gtgctcgtgt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agattgtttt</w:t>
      </w:r>
      <w:proofErr w:type="spellEnd"/>
    </w:p>
    <w:p w14:paraId="1F0F696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gataaattca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aagtgaattc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aacattagaa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cagtatgtct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tttgtactgt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aaatgcattg</w:t>
      </w:r>
      <w:proofErr w:type="spellEnd"/>
    </w:p>
    <w:p w14:paraId="2D4AFA0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cctgagacga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cagcagatat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agttgtcttt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gatgaaattt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caatggccac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aaattatgat</w:t>
      </w:r>
      <w:proofErr w:type="spellEnd"/>
    </w:p>
    <w:p w14:paraId="3067543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ttgagtgttg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tcaatgccag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attacgtgct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aagcactatg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tgtacattgg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cgaccctgct</w:t>
      </w:r>
      <w:proofErr w:type="spellEnd"/>
    </w:p>
    <w:p w14:paraId="07174C4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caattacctg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caccacgcac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attgctaact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aagggcacac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tagaaccaga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atatttcaat</w:t>
      </w:r>
      <w:proofErr w:type="spellEnd"/>
    </w:p>
    <w:p w14:paraId="23D6086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tcagtgtgta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gacttatgaa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aactataggt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ccagacatgt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tcctcggaac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ttgtcggcgt</w:t>
      </w:r>
      <w:proofErr w:type="spellEnd"/>
    </w:p>
    <w:p w14:paraId="650D0B4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tgtcctgctg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aaattgttga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cactgtgagt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gctttggttt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atgataataa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gcttaaagca</w:t>
      </w:r>
      <w:proofErr w:type="spellEnd"/>
    </w:p>
    <w:p w14:paraId="4076243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cataaagaca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aatcagctca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atgctttaaa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atgttttata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agggtgttat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cacgcatgat</w:t>
      </w:r>
      <w:proofErr w:type="spellEnd"/>
    </w:p>
    <w:p w14:paraId="0F583D2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gtttcatctg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caattaacag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gccacaaata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ggcgtggtaa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gagaattcct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tacacgtaac</w:t>
      </w:r>
      <w:proofErr w:type="spellEnd"/>
    </w:p>
    <w:p w14:paraId="472DEB1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cctgcttgga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gaaaagctgt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ctttatttca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ccttataatt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cacagaatgc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tgtagcctca</w:t>
      </w:r>
      <w:proofErr w:type="spellEnd"/>
    </w:p>
    <w:p w14:paraId="47A08B8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aagattttgg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gactaccaac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tcaaactgtt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gattcatcac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agggctcaga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atatgactat</w:t>
      </w:r>
      <w:proofErr w:type="spellEnd"/>
    </w:p>
    <w:p w14:paraId="7514858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gtcatattca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ctcaaaccac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tgaaacagct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cactcttgta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atgtaaacag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atttaatgtt</w:t>
      </w:r>
      <w:proofErr w:type="spellEnd"/>
    </w:p>
    <w:p w14:paraId="2F53E96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gctattacca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gagcaaaagt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aggcatactt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tgcataatgt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ctgatagaga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cctttatgac</w:t>
      </w:r>
      <w:proofErr w:type="spellEnd"/>
    </w:p>
    <w:p w14:paraId="412D1DF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aagttgcaat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ttacaagtct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tgaaattcca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cgtaggaatg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tggcaacttt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acaagctgaa</w:t>
      </w:r>
      <w:proofErr w:type="spellEnd"/>
    </w:p>
    <w:p w14:paraId="7AE3132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aatgtaacag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gactctttaa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agattgtagt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aaggtaatca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ctgggttaca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tcctacacag</w:t>
      </w:r>
      <w:proofErr w:type="spellEnd"/>
    </w:p>
    <w:p w14:paraId="746370A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gcacctacac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acctcagtgt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tgacactaaa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ttcaaaactg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aaggtttatg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tgttgacata</w:t>
      </w:r>
      <w:proofErr w:type="spellEnd"/>
    </w:p>
    <w:p w14:paraId="25E57F4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cctggcatac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ctaaggacat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gacctataga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agactcatct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ctatgatggg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ttttaaaatg</w:t>
      </w:r>
      <w:proofErr w:type="spellEnd"/>
    </w:p>
    <w:p w14:paraId="70507AB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aattatcaag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ttaatggtta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ccctaacatg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tttatcaccc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gcgaagaagc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tataagacat</w:t>
      </w:r>
      <w:proofErr w:type="spellEnd"/>
    </w:p>
    <w:p w14:paraId="5A80B9F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gtacgtgcat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ggattggctt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cgatgtcgag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gggtgtcatg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ctactagaga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agctgttggt</w:t>
      </w:r>
      <w:proofErr w:type="spellEnd"/>
    </w:p>
    <w:p w14:paraId="176AF96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accaatttac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ctttacagct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aggtttttct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acaggtgtta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acctagttgc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tgtacctaca</w:t>
      </w:r>
      <w:proofErr w:type="spellEnd"/>
    </w:p>
    <w:p w14:paraId="7DEE682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ggttatgttg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atacacctaa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taatacagat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ttttccagag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ttagtgctaa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accaccgcct</w:t>
      </w:r>
      <w:proofErr w:type="spellEnd"/>
    </w:p>
    <w:p w14:paraId="3E1EF03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ggagatcaat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ttaaacacct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cataccactt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atgtacaaag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gacttccttg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gaatgtagtg</w:t>
      </w:r>
      <w:proofErr w:type="spellEnd"/>
    </w:p>
    <w:p w14:paraId="43F3646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cgtataaaga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ttgtacaaat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gttaagtgac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acacttaaaa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atctctctga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cagagtcgta</w:t>
      </w:r>
      <w:proofErr w:type="spellEnd"/>
    </w:p>
    <w:p w14:paraId="6B5F69C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tttgtcttat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gggcacatgg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ctttgagttg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acatctatga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agtattttgt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gaaaatagga</w:t>
      </w:r>
      <w:proofErr w:type="spellEnd"/>
    </w:p>
    <w:p w14:paraId="4669F77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cctgagcgca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cctgttgtct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atgtgataga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cgtgccacat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gcttttccac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tgcttcagac</w:t>
      </w:r>
      <w:proofErr w:type="spellEnd"/>
    </w:p>
    <w:p w14:paraId="6A4894E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acttatgcct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gttggcatca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ttctattgga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tttgattacg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tctataatcc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gtttatgatt</w:t>
      </w:r>
      <w:proofErr w:type="spellEnd"/>
    </w:p>
    <w:p w14:paraId="7D84827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gatgttcaac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aatggggttt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tacaggtaac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ctacaaagca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accatgatct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gtattgtcaa</w:t>
      </w:r>
      <w:proofErr w:type="spellEnd"/>
    </w:p>
    <w:p w14:paraId="5F8DB2F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gtccatggta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atgcacatgt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agctagttgt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gatgcaatca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tgactaggtg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tctagctgtc</w:t>
      </w:r>
      <w:proofErr w:type="spellEnd"/>
    </w:p>
    <w:p w14:paraId="5A17C6A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cacgagtgct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ttgttaagcg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tgttgactgg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actattgaat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atcctataat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tggtgatgaa</w:t>
      </w:r>
      <w:proofErr w:type="spellEnd"/>
    </w:p>
    <w:p w14:paraId="5D2D10D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ctgaagatta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atgcggcttg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tagaaaggtt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caacacatgg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ttgttaaagc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tgcattatta</w:t>
      </w:r>
      <w:proofErr w:type="spellEnd"/>
    </w:p>
    <w:p w14:paraId="24EB107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gcagacaaat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tcccagttct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tcacgacatt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ggtaacccta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aagctattaa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gtgtgtacct</w:t>
      </w:r>
      <w:proofErr w:type="spellEnd"/>
    </w:p>
    <w:p w14:paraId="68E2BC2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caagctgatg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tagaatggaa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gttctatgat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gcacagcctt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gtagtgacaa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agcttataaa</w:t>
      </w:r>
      <w:proofErr w:type="spellEnd"/>
    </w:p>
    <w:p w14:paraId="5D5A179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atagaagaat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tattctattc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ttatgccaca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cattctgaca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aattcacaga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tggtgtatgc</w:t>
      </w:r>
      <w:proofErr w:type="spellEnd"/>
    </w:p>
    <w:p w14:paraId="6447BE6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ctattttgga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attgcaatgt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cgatagatat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cctgctaatt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ccattgtttg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tagatttgac</w:t>
      </w:r>
      <w:proofErr w:type="spellEnd"/>
    </w:p>
    <w:p w14:paraId="2F5FE78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actagagtgc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tatctaacct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taacttgcct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ggttgtgatg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gtggcagttt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gtatgtaaat</w:t>
      </w:r>
      <w:proofErr w:type="spellEnd"/>
    </w:p>
    <w:p w14:paraId="0D431BA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aaacatgcat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tccacacacc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agcttttgat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aaaagtgctt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ttgttaattt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aaaacaatta</w:t>
      </w:r>
      <w:proofErr w:type="spellEnd"/>
    </w:p>
    <w:p w14:paraId="6288090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ccatttttct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attactctga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cagtccatgt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gagtctcatg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gaaaacaagt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agtgtcagat</w:t>
      </w:r>
      <w:proofErr w:type="spellEnd"/>
    </w:p>
    <w:p w14:paraId="17CEBF4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atagattatg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taccactaaa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gtctgctacg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tgtataacac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gttgcaattt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aggtggtgct</w:t>
      </w:r>
      <w:proofErr w:type="spellEnd"/>
    </w:p>
    <w:p w14:paraId="718C3AE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gtctgtagac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atcatgctaa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tgagtacaga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ttgtatctcg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atgcttataa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catgatgatc</w:t>
      </w:r>
      <w:proofErr w:type="spellEnd"/>
    </w:p>
    <w:p w14:paraId="2BBC169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tcagctggct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ttagcttgtg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ggtttacaaa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caatttgata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cttataacct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ctggaacact</w:t>
      </w:r>
      <w:proofErr w:type="spellEnd"/>
    </w:p>
    <w:p w14:paraId="69BB901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tttacaagac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ttcagagttt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agaaaatgtg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gcttttaatg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ttgtaaataa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gggacacttt</w:t>
      </w:r>
      <w:proofErr w:type="spellEnd"/>
    </w:p>
    <w:p w14:paraId="5B92EDF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gatggacaac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agggtgaagt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accagtttct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atcattaata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acactgttta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cacaaaagtt</w:t>
      </w:r>
      <w:proofErr w:type="spellEnd"/>
    </w:p>
    <w:p w14:paraId="2EC0C8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gatggtgttg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atgtagaatt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gtttgaaaat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aaaacaacat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tacctgttaa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tgtagcattt</w:t>
      </w:r>
      <w:proofErr w:type="spellEnd"/>
    </w:p>
    <w:p w14:paraId="34D9665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gagctttggg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ctaagcgcaa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cattaaacca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gtaccagagg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tgaaaatact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caataatttg</w:t>
      </w:r>
      <w:proofErr w:type="spellEnd"/>
    </w:p>
    <w:p w14:paraId="1337F12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ggtgtggaca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ttgctgctaa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tactgtgatc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tgggactaca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aaagagatgc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tccagcacat</w:t>
      </w:r>
      <w:proofErr w:type="spellEnd"/>
    </w:p>
    <w:p w14:paraId="642AF49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atatctacta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ttggtgtttg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ttctatgact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gacatagcca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agaaaccaac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tgaaacgatt</w:t>
      </w:r>
      <w:proofErr w:type="spellEnd"/>
    </w:p>
    <w:p w14:paraId="5EF6A1D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tgtgcaccac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tcactgtctt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ttttgatggt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agagttgatg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gtcaagtaga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cttatttaga</w:t>
      </w:r>
      <w:proofErr w:type="spellEnd"/>
    </w:p>
    <w:p w14:paraId="36AAC20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aatgcccgta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atggtgttct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tattacagaa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ggtagtgtta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aaggtttaca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accatctgta</w:t>
      </w:r>
      <w:proofErr w:type="spellEnd"/>
    </w:p>
    <w:p w14:paraId="4FE1ED4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ggtcccaaac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aagctagtct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taatggagtc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acattaattg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gagaagccgt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aaaaacacag</w:t>
      </w:r>
      <w:proofErr w:type="spellEnd"/>
    </w:p>
    <w:p w14:paraId="295927E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ttcaattatt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ataagaaagt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tgatggtgtt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gtccaacaat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tacctgaaac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ttactttact</w:t>
      </w:r>
      <w:proofErr w:type="spellEnd"/>
    </w:p>
    <w:p w14:paraId="5C5D3BC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cagagtagaa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atttacaaga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atttaaaccc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aggagtcaaa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tggaaattga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tttcttagaa</w:t>
      </w:r>
      <w:proofErr w:type="spellEnd"/>
    </w:p>
    <w:p w14:paraId="7FCA761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ttagctatgg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atgaattcat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tgaacggtat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aaattagaag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gctatgcctt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cgaacatatc</w:t>
      </w:r>
      <w:proofErr w:type="spellEnd"/>
    </w:p>
    <w:p w14:paraId="152035E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gtttatggag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attttagtca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tagtcagtta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ggtggtttac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atctactgat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tggactagct</w:t>
      </w:r>
      <w:proofErr w:type="spellEnd"/>
    </w:p>
    <w:p w14:paraId="0FC1B78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aaacgtttta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aggaatcacc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ttttgaatta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gaagatttta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ttcctatgga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cagtacagtt</w:t>
      </w:r>
      <w:proofErr w:type="spellEnd"/>
    </w:p>
    <w:p w14:paraId="15AA047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aaaaactatt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tcataacaga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tgcgcaaaca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ggttcatcta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agtgtgtgtg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ttctgttatt</w:t>
      </w:r>
      <w:proofErr w:type="spellEnd"/>
    </w:p>
    <w:p w14:paraId="3679337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gatttattac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ttgatgattt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tgttgaaata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ataaaatccc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aagatttatc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tgtagtttct</w:t>
      </w:r>
      <w:proofErr w:type="spellEnd"/>
    </w:p>
    <w:p w14:paraId="62B798C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aaggttgtca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aagtgactat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tgactataca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gaaatttcat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ttatgctttg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gtgtaaagat</w:t>
      </w:r>
      <w:proofErr w:type="spellEnd"/>
    </w:p>
    <w:p w14:paraId="386D91A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ggccatgtag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aaacatttta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cccaaaatta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caatctagtc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aagcgtggca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accgggtgtt</w:t>
      </w:r>
      <w:proofErr w:type="spellEnd"/>
    </w:p>
    <w:p w14:paraId="5E7A128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gctatgccta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atctttacaa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aatgcaaaga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atgctattag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aaaagtgtga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ccttcaaaat</w:t>
      </w:r>
      <w:proofErr w:type="spellEnd"/>
    </w:p>
    <w:p w14:paraId="0C24C05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tatggtgata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gtgcaacatt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acctaaaggc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ataatgatga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atgtcgcaaa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atatactcaa</w:t>
      </w:r>
      <w:proofErr w:type="spellEnd"/>
    </w:p>
    <w:p w14:paraId="78F3D5D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ctgtgtcaat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atttaaacac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attaacatta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gctgtaccct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ataatatgag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agttatacat</w:t>
      </w:r>
      <w:proofErr w:type="spellEnd"/>
    </w:p>
    <w:p w14:paraId="3D60A70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tttggtgctg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gttctgataa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aggagttgca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ccaggtacag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ctgttttaag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acagtggttg</w:t>
      </w:r>
      <w:proofErr w:type="spellEnd"/>
    </w:p>
    <w:p w14:paraId="3FF56BE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cctacgggta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cgctgcttgt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cgattcagat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cttaatgact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ttgtctctga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tgcagattca</w:t>
      </w:r>
      <w:proofErr w:type="spellEnd"/>
    </w:p>
    <w:p w14:paraId="4538352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actttgattg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gtgattgtgc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aactgtacat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acagctaata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aatgggatct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cattattagt</w:t>
      </w:r>
      <w:proofErr w:type="spellEnd"/>
    </w:p>
    <w:p w14:paraId="185C35F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gatatgtacg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accctaagac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taaaaatgtt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acaaaagaaa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atgactctaa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agagggtttt</w:t>
      </w:r>
      <w:proofErr w:type="spellEnd"/>
    </w:p>
    <w:p w14:paraId="249031C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ttcacttaca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tttgtgggtt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tatacaacaa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aagctagctc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ttggaggttc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cgtggctata</w:t>
      </w:r>
      <w:proofErr w:type="spellEnd"/>
    </w:p>
    <w:p w14:paraId="4AD29DB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aagataacag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aacattcttg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gaatgctgat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ctttataagc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tcatgggaca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cttcgcatgg</w:t>
      </w:r>
      <w:proofErr w:type="spellEnd"/>
    </w:p>
    <w:p w14:paraId="0CF89FE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tggacagcct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ttgttactaa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tgtgaatgcg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tcatcatctg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aagcattttt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aattggatgt</w:t>
      </w:r>
      <w:proofErr w:type="spellEnd"/>
    </w:p>
    <w:p w14:paraId="391B9D3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aattatcttg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gcaaaccacg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cgaacaaata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gatggttatg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tcatgcatgc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aaattacata</w:t>
      </w:r>
      <w:proofErr w:type="spellEnd"/>
    </w:p>
    <w:p w14:paraId="736B0C3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ttttggagga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atacaaatcc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aattcagttg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tcttcctatt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ctttatttga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catgagtaaa</w:t>
      </w:r>
      <w:proofErr w:type="spellEnd"/>
    </w:p>
    <w:p w14:paraId="6CC06D8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tttcccctta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aattaagggg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tactgctgtt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atgtctttaa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aagaaggtca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aatcaatgat</w:t>
      </w:r>
      <w:proofErr w:type="spellEnd"/>
    </w:p>
    <w:p w14:paraId="2D369BE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atgattttat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ctcttcttag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taaaggtaga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cttataatta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gagaaaacaa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cagagttgtt</w:t>
      </w:r>
      <w:proofErr w:type="spellEnd"/>
    </w:p>
    <w:p w14:paraId="2307A7E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atttctagtg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atgttcttgt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taacaactaa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acgaacaatg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tttgtttttc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ttgttttatt</w:t>
      </w:r>
      <w:proofErr w:type="spellEnd"/>
    </w:p>
    <w:p w14:paraId="77C0876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gccactagtc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tctagtcagt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gtgttaattt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tacaaacaga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actcaattac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cctctgcata</w:t>
      </w:r>
      <w:proofErr w:type="spellEnd"/>
    </w:p>
    <w:p w14:paraId="30186A3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cactaattct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ttcacacgtg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gtgtttatta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ccctgacaaa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gttttcagat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cctcagtttt</w:t>
      </w:r>
      <w:proofErr w:type="spellEnd"/>
    </w:p>
    <w:p w14:paraId="33B099E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acattcaact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caggacttgt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tcttaccttt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cttttccaat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gttacttggt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tccatgctat</w:t>
      </w:r>
      <w:proofErr w:type="spellEnd"/>
    </w:p>
    <w:p w14:paraId="190DE4E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acatgtctct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gggaccaatg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gtactaagag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gtttgataac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cctgtcctac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catttaatga</w:t>
      </w:r>
      <w:proofErr w:type="spellEnd"/>
    </w:p>
    <w:p w14:paraId="45142B0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tggtgtttat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tttgcttcca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ctgagaagtc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taacataata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agaggctgga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tttttggtac</w:t>
      </w:r>
      <w:proofErr w:type="spellEnd"/>
    </w:p>
    <w:p w14:paraId="31C421C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tactttagat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tcgaagaccc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agtccctact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tattgttaat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aacgctacta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atgttgttat</w:t>
      </w:r>
      <w:proofErr w:type="spellEnd"/>
    </w:p>
    <w:p w14:paraId="4C4FE45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taaagtctgt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gaatttcaat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tttgtaatta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tccatttttg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ggtgtttatt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accacaaaaa</w:t>
      </w:r>
      <w:proofErr w:type="spellEnd"/>
    </w:p>
    <w:p w14:paraId="2FF8E2A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caacaaaagt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tggatggaaa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gtgagttcag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agtttattct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agtgcgaata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attgcacttt</w:t>
      </w:r>
      <w:proofErr w:type="spellEnd"/>
    </w:p>
    <w:p w14:paraId="7A1B3DA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tgaatatgtc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tctcagcctt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ttcttatgga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ccttgaagga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aaacagggta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atttcaaaaa</w:t>
      </w:r>
      <w:proofErr w:type="spellEnd"/>
    </w:p>
    <w:p w14:paraId="021A64C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tcttagtgaa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tttgtgttta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agaatattga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tggttatttt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aaaatatatt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ctaagcacac</w:t>
      </w:r>
      <w:proofErr w:type="spellEnd"/>
    </w:p>
    <w:p w14:paraId="4999DA9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gcctattaat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ttagtgcgtg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atctccctca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gggtttttcg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gctttagaac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cattggtaga</w:t>
      </w:r>
      <w:proofErr w:type="spellEnd"/>
    </w:p>
    <w:p w14:paraId="2E64F0E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tttgccaata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ggtattaaca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tcactaggtt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tcaaacttta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cttgctttac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atagaagtta</w:t>
      </w:r>
      <w:proofErr w:type="spellEnd"/>
    </w:p>
    <w:p w14:paraId="717B01B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tttgactcct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ggtgattctt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cttcaggttg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gacagctggt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gctgcagctt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attatgtggg</w:t>
      </w:r>
      <w:proofErr w:type="spellEnd"/>
    </w:p>
    <w:p w14:paraId="16FED3D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ttatcttcaa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cctaggactt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ttctattaaa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atataatgaa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aatggaacca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ttacagatgc</w:t>
      </w:r>
      <w:proofErr w:type="spellEnd"/>
    </w:p>
    <w:p w14:paraId="491144F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tgtagactgt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gcacttgacc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ctctctcaga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aacaaagtgt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acgttgaaat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ccttcactgt</w:t>
      </w:r>
      <w:proofErr w:type="spellEnd"/>
    </w:p>
    <w:p w14:paraId="368F35C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agaaaaagga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atctatcaaa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cttctaactt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tagagtccaa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ccaacagaat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ctattgttag</w:t>
      </w:r>
      <w:proofErr w:type="spellEnd"/>
    </w:p>
    <w:p w14:paraId="2F0F1E2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atttcctaat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attacaaact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tgtgcccttt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tggtgaagtt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tttaacgcca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ccagatttgc</w:t>
      </w:r>
      <w:proofErr w:type="spellEnd"/>
    </w:p>
    <w:p w14:paraId="7203EE7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atctgtttat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gcttggaaca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ggaagagaat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cagcaactgt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gttgctgatt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attctgtcct</w:t>
      </w:r>
      <w:proofErr w:type="spellEnd"/>
    </w:p>
    <w:p w14:paraId="1BDF5B1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atataattcc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gcatcatttt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ccacttttaa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gtgttatgga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gtgtctccta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ctaaattaaa</w:t>
      </w:r>
      <w:proofErr w:type="spellEnd"/>
    </w:p>
    <w:p w14:paraId="62B551F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tgatctctgc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tttactaatg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tctatgcaga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ttcatttgta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attagaggtg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atgaagtcag</w:t>
      </w:r>
      <w:proofErr w:type="spellEnd"/>
    </w:p>
    <w:p w14:paraId="6115A8A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acaaatcgct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ccagggcaaa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ctggaacgat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tgctgattat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aattataaat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taccagatga</w:t>
      </w:r>
      <w:proofErr w:type="spellEnd"/>
    </w:p>
    <w:p w14:paraId="16F3CC3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ttttacaggc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tgcgttatag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cttggaattc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taacaatctt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gattctaagg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ttggtggtaa</w:t>
      </w:r>
      <w:proofErr w:type="spellEnd"/>
    </w:p>
    <w:p w14:paraId="21ED05C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ttataattac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ctgtatagat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tgtttaggaa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gtctaatctc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aaaccttttg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agagagatat</w:t>
      </w:r>
      <w:proofErr w:type="spellEnd"/>
    </w:p>
    <w:p w14:paraId="1D03BA4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ttcaactgaa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atctatcagg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ccggtagcac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accttgtaat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ggtgttaaag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gttttaattg</w:t>
      </w:r>
      <w:proofErr w:type="spellEnd"/>
    </w:p>
    <w:p w14:paraId="330DE97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ttactttcct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ttacaatcat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atggtttcca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acccacttat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ggtgttggtt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accaaccata</w:t>
      </w:r>
      <w:proofErr w:type="spellEnd"/>
    </w:p>
    <w:p w14:paraId="37C36D5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cagagtagta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gtactttctt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ttgaacttct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acatgcacca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gcaactgttt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gtggacctaa</w:t>
      </w:r>
      <w:proofErr w:type="spellEnd"/>
    </w:p>
    <w:p w14:paraId="5F46E2B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aaagtctact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aatttggtta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aaaacaaatg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tgtcaatttc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aacttcaatg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gtttaacagg</w:t>
      </w:r>
      <w:proofErr w:type="spellEnd"/>
    </w:p>
    <w:p w14:paraId="3D74A28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cacaggtgtt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cttactgagt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ctaacaaaaa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gtttctgcct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ttccaacaat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ttggcagaga</w:t>
      </w:r>
      <w:proofErr w:type="spellEnd"/>
    </w:p>
    <w:p w14:paraId="3E8D092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cattgctgac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actactgatg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ctgtccgtga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tccacagaca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cttgagattc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ttgacattac</w:t>
      </w:r>
      <w:proofErr w:type="spellEnd"/>
    </w:p>
    <w:p w14:paraId="43A45E9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accatgttct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tttggtggtg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tcagtgttat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aacaccagga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acaaatactt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ctaatcaggt</w:t>
      </w:r>
      <w:proofErr w:type="spellEnd"/>
    </w:p>
    <w:p w14:paraId="13CE207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tgctgttctt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tatcagggtg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ttaactgcac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agaagtccct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gttgctattc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atgcagatca</w:t>
      </w:r>
      <w:proofErr w:type="spellEnd"/>
    </w:p>
    <w:p w14:paraId="65BFA1D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acttactcct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acttggcgtg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tttattctac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aggttctaat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gtttttcaaa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cacgtgcagg</w:t>
      </w:r>
      <w:proofErr w:type="spellEnd"/>
    </w:p>
    <w:p w14:paraId="03B0623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ctgtttaata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ggggctgaat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atgtcaacaa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ctcatatgag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tgtgacatac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ccattggtgc</w:t>
      </w:r>
      <w:proofErr w:type="spellEnd"/>
    </w:p>
    <w:p w14:paraId="20B498C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aggtatatgc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gctagttatc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agactcagac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taattctcct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cggcgggcac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gtagtgtagc</w:t>
      </w:r>
      <w:proofErr w:type="spellEnd"/>
    </w:p>
    <w:p w14:paraId="4B56822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tagtcaatcc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atcattgcct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acactatgtc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acttggtgca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gaaaattcag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ttgcttactc</w:t>
      </w:r>
      <w:proofErr w:type="spellEnd"/>
    </w:p>
    <w:p w14:paraId="50CC0D4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taataactct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attgccatac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ccacaaattt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tactattagt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gttaccacag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aaattctacc</w:t>
      </w:r>
      <w:proofErr w:type="spellEnd"/>
    </w:p>
    <w:p w14:paraId="3F2620F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agtgtctatg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accaagacat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cagtagattg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tacaatgtac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atttgtggtg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attcaactga</w:t>
      </w:r>
      <w:proofErr w:type="spellEnd"/>
    </w:p>
    <w:p w14:paraId="34CBFBE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atgcagcaat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cttttgttgc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aatatggcag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tttttgtaca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caattaaacc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gtgctttaac</w:t>
      </w:r>
      <w:proofErr w:type="spellEnd"/>
    </w:p>
    <w:p w14:paraId="108B81A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tggaatagct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gttgaacaag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acaaaaacac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ccaagaagtt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tttgcacaag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tcaaacaaat</w:t>
      </w:r>
      <w:proofErr w:type="spellEnd"/>
    </w:p>
    <w:p w14:paraId="52FA522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ttacaaaaca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ccaccaatta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aagattttgg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tggttttaat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ttttcacaaa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tattaccaga</w:t>
      </w:r>
      <w:proofErr w:type="spellEnd"/>
    </w:p>
    <w:p w14:paraId="682EF55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tccatcaaaa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ccaagcaaga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ggtcatttat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tgaagatcta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cttttcaaca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aagtgacact</w:t>
      </w:r>
      <w:proofErr w:type="spellEnd"/>
    </w:p>
    <w:p w14:paraId="6C85F90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tgcagatgct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ggcttcatca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aacaatatgg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tgattgcctt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ggtgatattg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ctgctagaga</w:t>
      </w:r>
      <w:proofErr w:type="spellEnd"/>
    </w:p>
    <w:p w14:paraId="6AAF116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cctcatttgt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gcacaaaagt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ttaacggcct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tactgttttg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ccacctttgc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tcacagatga</w:t>
      </w:r>
      <w:proofErr w:type="spellEnd"/>
    </w:p>
    <w:p w14:paraId="593C6FE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aatgattgct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caatacactt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ctgcactgtt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agcgggtaca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atcacttctg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gttggacctt</w:t>
      </w:r>
      <w:proofErr w:type="spellEnd"/>
    </w:p>
    <w:p w14:paraId="7E9E64B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tggtgcaggt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gctgcattac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aaataccatt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tgctatgcaa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atggcttata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ggtttaatgg</w:t>
      </w:r>
      <w:proofErr w:type="spellEnd"/>
    </w:p>
    <w:p w14:paraId="1D8B5C6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tattggagtt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acacagaatg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ttctctatga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gaaccaaaaa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ttgattgcca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accaatttaa</w:t>
      </w:r>
      <w:proofErr w:type="spellEnd"/>
    </w:p>
    <w:p w14:paraId="0663FE9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tagtgctatt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ggcaaaattc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aagactcact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ttcttccaca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gcaagtgcac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ttggaaaact</w:t>
      </w:r>
      <w:proofErr w:type="spellEnd"/>
    </w:p>
    <w:p w14:paraId="452A71F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tcaagatgtg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gtcaaccaaa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atgcacaagc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tttaaacacg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cttgttaaac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aacttagctc</w:t>
      </w:r>
      <w:proofErr w:type="spellEnd"/>
    </w:p>
    <w:p w14:paraId="0862264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caattttggt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gcaatttcaa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gtgttttaaa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tgatatcctt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tcacgtcttg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acaaagttga</w:t>
      </w:r>
      <w:proofErr w:type="spellEnd"/>
    </w:p>
    <w:p w14:paraId="3862878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ggctgaagtg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caaattgata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ggttgatcac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aggcagactt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caaagtttgc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agacatatgt</w:t>
      </w:r>
      <w:proofErr w:type="spellEnd"/>
    </w:p>
    <w:p w14:paraId="36F6C9F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gactcaacaa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ttaattagag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ctgcagaaat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cagagcttct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gctaatcttg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ctgctattaa</w:t>
      </w:r>
      <w:proofErr w:type="spellEnd"/>
    </w:p>
    <w:p w14:paraId="34AF0D3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aatgtcagag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tgtgtacttg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gacaatcaaa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aagagttgat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agggctatca</w:t>
      </w:r>
      <w:proofErr w:type="spellEnd"/>
    </w:p>
    <w:p w14:paraId="3A9A632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tcttatgtcc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ttccctcagt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cagcacctca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tggtgtagtc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ttcttgcatg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tgacttatgt</w:t>
      </w:r>
      <w:proofErr w:type="spellEnd"/>
    </w:p>
    <w:p w14:paraId="4FD9974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ccctgcacaa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gaaaagaact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tcacaactgc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tcctgccatt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tgtcatgatg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gaaaagcaca</w:t>
      </w:r>
      <w:proofErr w:type="spellEnd"/>
    </w:p>
    <w:p w14:paraId="698DFBD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ctttcctcgt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gaaggtgtct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ttgtttcaaa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tggcacacac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tggtttgtaa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cacaaaggaa</w:t>
      </w:r>
      <w:proofErr w:type="spellEnd"/>
    </w:p>
    <w:p w14:paraId="0702B6D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tttttatgaa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ccacaaatca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ttactacaga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caacacattt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gtgtctggta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actgtgatgt</w:t>
      </w:r>
      <w:proofErr w:type="spellEnd"/>
    </w:p>
    <w:p w14:paraId="0E2DA3F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tgtaatagga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attgtcaaca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acacagttta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tgatcctttg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caacctgaat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tagactcatt</w:t>
      </w:r>
      <w:proofErr w:type="spellEnd"/>
    </w:p>
    <w:p w14:paraId="07F6E06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caaggaggag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ttagataaat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attttaagaa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tcatacatca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ccagatgttg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atttaggtga</w:t>
      </w:r>
      <w:proofErr w:type="spellEnd"/>
    </w:p>
    <w:p w14:paraId="250B2AA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catctctggc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attaatgctt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catttgtaaa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cattcaaaaa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gaaattgacc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gcctcaatga</w:t>
      </w:r>
      <w:proofErr w:type="spellEnd"/>
    </w:p>
    <w:p w14:paraId="386F353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ggttgccaag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aatttaaatg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aatctctcat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cgatctccaa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gaacttggaa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agtatgagca</w:t>
      </w:r>
      <w:proofErr w:type="spellEnd"/>
    </w:p>
    <w:p w14:paraId="1D59207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gtatataaaa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tggccatggt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acatttggct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aggttttata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gctggcttga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ttgccatagt</w:t>
      </w:r>
      <w:proofErr w:type="spellEnd"/>
    </w:p>
    <w:p w14:paraId="7F3FA33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aatggtgaca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attatgcttt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gctgtatgac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cagttgctgt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agttgtctca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agggctgttg</w:t>
      </w:r>
      <w:proofErr w:type="spellEnd"/>
    </w:p>
    <w:p w14:paraId="476545F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ttcttgtgga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tcctgctgca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aatttgatga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agacgactct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gagccagtgc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tcaaaggagt</w:t>
      </w:r>
      <w:proofErr w:type="spellEnd"/>
    </w:p>
    <w:p w14:paraId="133A6F4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caaattacat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tacacataaa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cgaacttatg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gatttgttta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tgagaatctt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cacaattgga</w:t>
      </w:r>
      <w:proofErr w:type="spellEnd"/>
    </w:p>
    <w:p w14:paraId="43CC8A8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actgtaactt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tgaagcaagg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tgaaatcaag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gatgctactc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cttcagattt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tgttcgcgct</w:t>
      </w:r>
      <w:proofErr w:type="spellEnd"/>
    </w:p>
    <w:p w14:paraId="18EB47A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actgcaacga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taccgataca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agcctcactc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cctttcggat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ggcttattgt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tggcgttgca</w:t>
      </w:r>
      <w:proofErr w:type="spellEnd"/>
    </w:p>
    <w:p w14:paraId="152930C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cttcttgctg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tttttcagag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cgcttccaaa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atcataaccc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tcaaaaagag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atggcaacta</w:t>
      </w:r>
      <w:proofErr w:type="spellEnd"/>
    </w:p>
    <w:p w14:paraId="684225D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gcactctcca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agggtgttca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ctttgtttgc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aacttgctgt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tgttgtttgt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aacagtttac</w:t>
      </w:r>
      <w:proofErr w:type="spellEnd"/>
    </w:p>
    <w:p w14:paraId="4CB20B6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tcacaccttt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tgctcgttgc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tgctggcctt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gaagcccctt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ttctctatct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ttatgcttta</w:t>
      </w:r>
      <w:proofErr w:type="spellEnd"/>
    </w:p>
    <w:p w14:paraId="656D7DD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gtctacttct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tgcagagtat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aaactttgta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agaataataa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tgaggctttg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gctttgctgg</w:t>
      </w:r>
      <w:proofErr w:type="spellEnd"/>
    </w:p>
    <w:p w14:paraId="3482474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aaatgccgtt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ccaaaaaccc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attactttat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gatgccaact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attttctttg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ctggcatact</w:t>
      </w:r>
      <w:proofErr w:type="spellEnd"/>
    </w:p>
    <w:p w14:paraId="04F526E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aattgttacg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actattgtat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accttacaat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agtgtaactt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cttcaattgt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cattacttca</w:t>
      </w:r>
      <w:proofErr w:type="spellEnd"/>
    </w:p>
    <w:p w14:paraId="4BE2BAB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ggtgatggca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caacaagtcc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tatttctgaa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catgactacc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agattggtgg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ttatactgaa</w:t>
      </w:r>
      <w:proofErr w:type="spellEnd"/>
    </w:p>
    <w:p w14:paraId="54220B4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aaatgggaat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ctggagtaaa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agactgtgtt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gtattacaca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gttacttcac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ttcagactat</w:t>
      </w:r>
      <w:proofErr w:type="spellEnd"/>
    </w:p>
    <w:p w14:paraId="39173B8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taccagctgt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actcaactca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attgagtaca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gacactggtg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ttgaacatgt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taccttcttc</w:t>
      </w:r>
      <w:proofErr w:type="spellEnd"/>
    </w:p>
    <w:p w14:paraId="4B5334E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atctacaata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aaattgttga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tgagcctgaa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gaacatgtcc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aaattcacac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aatcgacggt</w:t>
      </w:r>
      <w:proofErr w:type="spellEnd"/>
    </w:p>
    <w:p w14:paraId="52218F1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tcacccggag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ttgttaatcc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agtaatggaa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ccaatttatg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atgaaccgac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gacgactact</w:t>
      </w:r>
      <w:proofErr w:type="spellEnd"/>
    </w:p>
    <w:p w14:paraId="6C7AFA8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agcgtgcctt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tgtaagcaca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agctgatgag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tacgaactta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tgtactcatt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cgtttcggaa</w:t>
      </w:r>
      <w:proofErr w:type="spellEnd"/>
    </w:p>
    <w:p w14:paraId="44EB294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gagacaggta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cgttaatagt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taatagcgta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cttctttttc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ttgctttcgt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ggtattcttg</w:t>
      </w:r>
      <w:proofErr w:type="spellEnd"/>
    </w:p>
    <w:p w14:paraId="0C9C317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ctagttacac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tagccatcct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tactgcgctt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cgattgtgtg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cgtactgctg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caatattgtt</w:t>
      </w:r>
      <w:proofErr w:type="spellEnd"/>
    </w:p>
    <w:p w14:paraId="5F214D9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aacgtgagtc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ttgtaaaacc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ttctttttac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gtttactctc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gtgttaaaaa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tctgaattct</w:t>
      </w:r>
      <w:proofErr w:type="spellEnd"/>
    </w:p>
    <w:p w14:paraId="1BAA3A4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tctagagttc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ctgatcttct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ggtctaaacg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aactaaatat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tatattagtt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tttctgtttg</w:t>
      </w:r>
      <w:proofErr w:type="spellEnd"/>
    </w:p>
    <w:p w14:paraId="6C8B686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gaactttaat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tttagccatg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gcagattcca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acggtactat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taccgttgaa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gagcttaaaa</w:t>
      </w:r>
      <w:proofErr w:type="spellEnd"/>
    </w:p>
    <w:p w14:paraId="3B30F56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agctccttga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acaatggaac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ctagtaatag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gtttcctatt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ccttacatgg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atttgtcttc</w:t>
      </w:r>
      <w:proofErr w:type="spellEnd"/>
    </w:p>
    <w:p w14:paraId="604292D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tacaatttgc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ctatgccaac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aggaataggt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ttttgtatat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aattaagtta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attttcctct</w:t>
      </w:r>
      <w:proofErr w:type="spellEnd"/>
    </w:p>
    <w:p w14:paraId="7507D43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ggctgttatg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gccagtaact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ttagcttgtt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ttgtgcttgc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tgctgtttac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agaataaatt</w:t>
      </w:r>
      <w:proofErr w:type="spellEnd"/>
    </w:p>
    <w:p w14:paraId="4866005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ggatcaccgg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tggaattgct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atcgcaatgg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cttgtcttgt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aggcttgatg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tggctcagct</w:t>
      </w:r>
      <w:proofErr w:type="spellEnd"/>
    </w:p>
    <w:p w14:paraId="0C284E9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acttcattgc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ttctttcaga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ctgtttgcgc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gtacgcgttc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catgtggtca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ttcaatccag</w:t>
      </w:r>
      <w:proofErr w:type="spellEnd"/>
    </w:p>
    <w:p w14:paraId="015BE52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aaactaacat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tcttctcaac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gtgccactcc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atggcactat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tctgaccaga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ccgcttctag</w:t>
      </w:r>
      <w:proofErr w:type="spellEnd"/>
    </w:p>
    <w:p w14:paraId="3D72CB0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aaagtgaact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cgtaatcgga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gctgtgatcc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ttcgtggaca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tcttcgtatt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gctggacacc</w:t>
      </w:r>
      <w:proofErr w:type="spellEnd"/>
    </w:p>
    <w:p w14:paraId="77E3BEC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atctaggacg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ctgtgacatc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aaggacctgc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ctaaagaaat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cactgttgct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acatcacgaa</w:t>
      </w:r>
      <w:proofErr w:type="spellEnd"/>
    </w:p>
    <w:p w14:paraId="771AF1E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cgctttctta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ttacaaattg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ggagcttcgc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agcgtgtagc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aggtgactca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ggttttgctg</w:t>
      </w:r>
      <w:proofErr w:type="spellEnd"/>
    </w:p>
    <w:p w14:paraId="5FBEC61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catacagtcg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ctacaggatt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ggcaactata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aattaaacac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agaccattcc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agtagcagtg</w:t>
      </w:r>
      <w:proofErr w:type="spellEnd"/>
    </w:p>
    <w:p w14:paraId="34C3445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acaatattgc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tttgcttgta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cagtaagtga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caacagatgt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ttcatctcgt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tgactttcag</w:t>
      </w:r>
      <w:proofErr w:type="spellEnd"/>
    </w:p>
    <w:p w14:paraId="4221967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gttactatag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cagagatatt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actaattatt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atgaggactt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ttaaagtttc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catttggaat</w:t>
      </w:r>
      <w:proofErr w:type="spellEnd"/>
    </w:p>
    <w:p w14:paraId="1D9663C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cttgattaca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tcataaacct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cataattaaa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aatttatcta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agtcactaac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tgagaataaa</w:t>
      </w:r>
      <w:proofErr w:type="spellEnd"/>
    </w:p>
    <w:p w14:paraId="2D7E3EC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tattctcaat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tagatgaaga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gcaaccaatg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gagattgatt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aaacgaacat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gaaaattatt</w:t>
      </w:r>
      <w:proofErr w:type="spellEnd"/>
    </w:p>
    <w:p w14:paraId="5F3C2E3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cttttcttgg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cactgataac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actcgctact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tgtgagcttt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atcactacca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agagtgtgtt</w:t>
      </w:r>
      <w:proofErr w:type="spellEnd"/>
    </w:p>
    <w:p w14:paraId="22C4E0F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agaggtacaa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cagtactttt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aaaagaacct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tgctcttctg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gaacatacga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gggcaattca</w:t>
      </w:r>
      <w:proofErr w:type="spellEnd"/>
    </w:p>
    <w:p w14:paraId="75F77BC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ccatttcatc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ctctagctga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taacaaattt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gcactgactt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gctttagcac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tcaatttgct</w:t>
      </w:r>
      <w:proofErr w:type="spellEnd"/>
    </w:p>
    <w:p w14:paraId="3253B05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tttgcttgtc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ctgacggcgt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aaaacacgtc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tatcagttac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gtgccagatc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agtttcacct</w:t>
      </w:r>
      <w:proofErr w:type="spellEnd"/>
    </w:p>
    <w:p w14:paraId="4FA1FFC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aaactgttca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tcagacaaga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ggaagttcaa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gaactttact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ctccaatttt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tcttattgtt</w:t>
      </w:r>
      <w:proofErr w:type="spellEnd"/>
    </w:p>
    <w:p w14:paraId="14DD87C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gcggcaatag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tgtttataac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actttgcttc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acactcaaaa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gaaagacaga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atgattgaac</w:t>
      </w:r>
      <w:proofErr w:type="spellEnd"/>
    </w:p>
    <w:p w14:paraId="11AD952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tttcattaat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tgacttctat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ttgtgctttt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tagcctttct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gctattcctt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gttttaatta</w:t>
      </w:r>
      <w:proofErr w:type="spellEnd"/>
    </w:p>
    <w:p w14:paraId="4B40198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tgcttattat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cttttggttc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tcacttgaac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tgcaagatca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taatgaaact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tgtcacgcct</w:t>
      </w:r>
      <w:proofErr w:type="spellEnd"/>
    </w:p>
    <w:p w14:paraId="751FABB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aaacgaacat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gaaatttctt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gttttcttag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gaatcatcac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aactgtagct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gcatttcacc</w:t>
      </w:r>
      <w:proofErr w:type="spellEnd"/>
    </w:p>
    <w:p w14:paraId="5B0AEE8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aagaatgtag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tttacagtca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tgtactcaac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atcaaccata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tgtagttgat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gacccgtgtc</w:t>
      </w:r>
      <w:proofErr w:type="spellEnd"/>
    </w:p>
    <w:p w14:paraId="4D6EB997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ctattcactt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ctattctaaa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tggtatatta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gagtaggagc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tagaaaatca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gcacctttaa</w:t>
      </w:r>
      <w:proofErr w:type="spellEnd"/>
    </w:p>
    <w:p w14:paraId="2BD2C74C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ttgaattgtg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cgtggatgag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gctggttcta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aatcacccat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tcagtacatc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gatatcggta</w:t>
      </w:r>
      <w:proofErr w:type="spellEnd"/>
    </w:p>
    <w:p w14:paraId="50348899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attatacagt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ttcctgttta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ccttttacaa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ttaattgcca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gaaacctaaa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ttgggtagtc</w:t>
      </w:r>
      <w:proofErr w:type="spellEnd"/>
    </w:p>
    <w:p w14:paraId="0A693532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ttgtagtgcg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ttgttcgttc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tatgaagact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ttttagagta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tcatgacgtt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cgtgttgttt</w:t>
      </w:r>
      <w:proofErr w:type="spellEnd"/>
    </w:p>
    <w:p w14:paraId="012A69F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tagatttcat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aaacaaacta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aaatgtctga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taatggaccc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caaaatcagc</w:t>
      </w:r>
      <w:proofErr w:type="spellEnd"/>
    </w:p>
    <w:p w14:paraId="532F5E4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gaaatgcacc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ccgcattacg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tttggtggac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cctcagattc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aactggcagt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aaccagaatg</w:t>
      </w:r>
      <w:proofErr w:type="spellEnd"/>
    </w:p>
    <w:p w14:paraId="5B3FA85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gagaacgcag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tggggcgcga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tcaaaacaac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gtcggcccca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aggtttaccc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aataatactg</w:t>
      </w:r>
      <w:proofErr w:type="spellEnd"/>
    </w:p>
    <w:p w14:paraId="34294CB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cgtcttggtt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caccgctctc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actcaacatg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gcaaggaaga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ccttaaattc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cctcgaggac</w:t>
      </w:r>
      <w:proofErr w:type="spellEnd"/>
    </w:p>
    <w:p w14:paraId="2F72180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aaggcgttcc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aattaacacc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aatagcagtc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gagatgacca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aattggctac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taccgaagag</w:t>
      </w:r>
      <w:proofErr w:type="spellEnd"/>
    </w:p>
    <w:p w14:paraId="470F7EF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ctaccagacg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aattcgtggt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ggtgacggta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aaatgaaaga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tctcagtcca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agatggtatt</w:t>
      </w:r>
      <w:proofErr w:type="spellEnd"/>
    </w:p>
    <w:p w14:paraId="3886575E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tctactacct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aggaactggg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ccagaagctg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gacttcccta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tggtgctaac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aaagacggca</w:t>
      </w:r>
      <w:proofErr w:type="spellEnd"/>
    </w:p>
    <w:p w14:paraId="14D28D3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tcatatgggt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tgcaactgag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ggagccttga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atacaccaaa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agatcacatt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ggcacccgca</w:t>
      </w:r>
      <w:proofErr w:type="spellEnd"/>
    </w:p>
    <w:p w14:paraId="6C8119B3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atcctgctaa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caatgctgca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atcgtgctac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aacttcctca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aggaacaaca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ttgccaaaag</w:t>
      </w:r>
      <w:proofErr w:type="spellEnd"/>
    </w:p>
    <w:p w14:paraId="2FC3DF3D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gcttctacgc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agaagggagc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agaggcggca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gtcaagcctc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ttctcgttcc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tcatcacgta</w:t>
      </w:r>
      <w:proofErr w:type="spellEnd"/>
    </w:p>
    <w:p w14:paraId="085800B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gtcgcaacag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ttcaagaaat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tcaactccag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gcagctctaa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acgaacttct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cctgctagaa</w:t>
      </w:r>
      <w:proofErr w:type="spellEnd"/>
    </w:p>
    <w:p w14:paraId="331FAF3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tggctggcaa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tggcggtgat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gctgctcttg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ctttgctgct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gcttgacaga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ttgaaccagc</w:t>
      </w:r>
      <w:proofErr w:type="spellEnd"/>
    </w:p>
    <w:p w14:paraId="6190AE4F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ttgagagcaa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aatgtctggt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aaaggccaac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aacaacaagg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ccaaactgtc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actaagaaat</w:t>
      </w:r>
      <w:proofErr w:type="spellEnd"/>
    </w:p>
    <w:p w14:paraId="067BFFC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ctgctgctga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ggcttctaag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aagcctcggc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aaaaacgtac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tgccactaaa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gcatacaatg</w:t>
      </w:r>
      <w:proofErr w:type="spellEnd"/>
    </w:p>
    <w:p w14:paraId="5E10C23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taacacaagc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tttcggcaga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cgtggtccag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aacaaaccca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aggaaatttt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ggggaccagg</w:t>
      </w:r>
      <w:proofErr w:type="spellEnd"/>
    </w:p>
    <w:p w14:paraId="43F7D66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aactaatcag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acaaggaact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gattacaaac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attggccgca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aattgcacaa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tttgccccca</w:t>
      </w:r>
      <w:proofErr w:type="spellEnd"/>
    </w:p>
    <w:p w14:paraId="15E820A1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gcgcttcagc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gttcttcgga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atgtcgcgca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ttggcatgga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agtcacacct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tcgggaacgt</w:t>
      </w:r>
      <w:proofErr w:type="spellEnd"/>
    </w:p>
    <w:p w14:paraId="05388EB8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ggttgaccta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cacaggtgcc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atcaaattgg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atgacaaaga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tccaaatttc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aaagatcaag</w:t>
      </w:r>
      <w:proofErr w:type="spellEnd"/>
    </w:p>
    <w:p w14:paraId="65C7CE3B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tcattttgct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gaataagcat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attgacgcat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acaaaacatt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cccaccaaca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gagcctaaaa</w:t>
      </w:r>
      <w:proofErr w:type="spellEnd"/>
    </w:p>
    <w:p w14:paraId="3D3F9FC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29341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aggacaaaaa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gaagaaggct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gatgaaactc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aagccttacc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gcagagacag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aagaaacagc</w:t>
      </w:r>
      <w:proofErr w:type="spellEnd"/>
    </w:p>
    <w:p w14:paraId="4CE14FD0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aaactgtgac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tcttcttcct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gctgcagatt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tggatgattt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ctccaaacaa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ttgcaacaat</w:t>
      </w:r>
      <w:proofErr w:type="spellEnd"/>
    </w:p>
    <w:p w14:paraId="7ABFB314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ccatgagcag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tgctgactca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actcaggcct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aaactcatgc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agaccacaca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aggcagatgg</w:t>
      </w:r>
      <w:proofErr w:type="spellEnd"/>
    </w:p>
    <w:p w14:paraId="27460246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gctatataaa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cgttttcgct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tttccgttta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cgatatatag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tctactcttg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tgcagaatga</w:t>
      </w:r>
      <w:proofErr w:type="spellEnd"/>
    </w:p>
    <w:p w14:paraId="43D2029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attctcgtaa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ctacatagca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caagtagatg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tagttaactt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taatctcaca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tagcaatctt</w:t>
      </w:r>
      <w:proofErr w:type="spellEnd"/>
    </w:p>
    <w:p w14:paraId="6AB9EF1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taatcagtgt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gtaacattag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ggaggacttg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aaagagccac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cacattttca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ccgaggccac</w:t>
      </w:r>
      <w:proofErr w:type="spellEnd"/>
    </w:p>
    <w:p w14:paraId="7A15FA7A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gcggagtacg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atcgagtgta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cagtgaacaa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tgctagggag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agctgcctat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atggaagagc</w:t>
      </w:r>
      <w:proofErr w:type="spellEnd"/>
    </w:p>
    <w:p w14:paraId="3837123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cctaatgtgt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aaaattaatt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ttagtagtgc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taaccccatg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tgattttaat</w:t>
      </w:r>
      <w:proofErr w:type="spellEnd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agcttctta</w:t>
      </w:r>
      <w:proofErr w:type="spellEnd"/>
    </w:p>
    <w:p w14:paraId="33C246B5" w14:textId="77777777" w:rsidR="00A53692" w:rsidRPr="00A53692" w:rsidRDefault="00A53692" w:rsidP="00A536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5369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58343D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9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53692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27E409"/>
  <w15:chartTrackingRefBased/>
  <w15:docId w15:val="{BB141D65-5D07-A041-969B-93D308DE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4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06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04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2</TotalTime>
  <Pages>24</Pages>
  <Words>10781</Words>
  <Characters>61457</Characters>
  <Application>Microsoft Office Word</Application>
  <DocSecurity>0</DocSecurity>
  <Lines>512</Lines>
  <Paragraphs>144</Paragraphs>
  <ScaleCrop>false</ScaleCrop>
  <Company/>
  <LinksUpToDate>false</LinksUpToDate>
  <CharactersWithSpaces>72094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2023-03-16T07:24:00Z</dcterms:created>
  <dcterms:modified xsi:type="dcterms:W3CDTF">2023-03-16T07:26:00Z</dcterms:modified>
</cp:coreProperties>
</file>